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51B6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951B68" w:rsidTr="00417D9C">
        <w:trPr>
          <w:trHeight w:val="428"/>
        </w:trPr>
        <w:tc>
          <w:tcPr>
            <w:tcW w:w="10114" w:type="dxa"/>
          </w:tcPr>
          <w:p w:rsidR="00BC2F0E" w:rsidRPr="00951B68" w:rsidRDefault="00BC2F0E" w:rsidP="00A023A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951B68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951B6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B34FE2" w:rsidRPr="00951B68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C2F0E" w:rsidRPr="00951B68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951B68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C31A1" w:rsidRPr="00951B68" w:rsidRDefault="00F4106A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951B68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 w:rsidRPr="00951B68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CC31A1" w:rsidRPr="00951B68" w:rsidTr="002332CD">
        <w:trPr>
          <w:trHeight w:val="176"/>
        </w:trPr>
        <w:tc>
          <w:tcPr>
            <w:tcW w:w="10114" w:type="dxa"/>
          </w:tcPr>
          <w:p w:rsidR="00CC31A1" w:rsidRPr="00951B68" w:rsidRDefault="00CC31A1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951B68" w:rsidRDefault="00FE789D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FE789D">
              <w:rPr>
                <w:rFonts w:ascii="Times New Roman" w:hAnsi="Times New Roman"/>
                <w:sz w:val="28"/>
                <w:szCs w:val="28"/>
              </w:rPr>
              <w:t>от 27.04.2021 № 106</w:t>
            </w:r>
            <w:bookmarkStart w:id="0" w:name="_GoBack"/>
            <w:bookmarkEnd w:id="0"/>
          </w:p>
        </w:tc>
      </w:tr>
      <w:tr w:rsidR="002332CD" w:rsidRPr="00951B68" w:rsidTr="002332CD">
        <w:trPr>
          <w:trHeight w:val="176"/>
        </w:trPr>
        <w:tc>
          <w:tcPr>
            <w:tcW w:w="10114" w:type="dxa"/>
          </w:tcPr>
          <w:p w:rsidR="002332CD" w:rsidRPr="00951B68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951B68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32CD" w:rsidRPr="00951B68" w:rsidTr="002332CD">
        <w:trPr>
          <w:trHeight w:val="176"/>
        </w:trPr>
        <w:tc>
          <w:tcPr>
            <w:tcW w:w="10114" w:type="dxa"/>
          </w:tcPr>
          <w:p w:rsidR="002332CD" w:rsidRPr="00951B68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951B68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4EA" w:rsidRPr="00951B68" w:rsidRDefault="00AD24EA" w:rsidP="00AD24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1B68">
        <w:rPr>
          <w:rFonts w:ascii="Times New Roman" w:hAnsi="Times New Roman" w:cs="Times New Roman"/>
          <w:sz w:val="28"/>
          <w:szCs w:val="28"/>
        </w:rPr>
        <w:t>«6. Целевые индикаторы эффективности</w:t>
      </w:r>
    </w:p>
    <w:p w:rsidR="00AD24EA" w:rsidRPr="00951B68" w:rsidRDefault="00AD24EA" w:rsidP="00AD24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1B68">
        <w:rPr>
          <w:rFonts w:ascii="Times New Roman" w:hAnsi="Times New Roman" w:cs="Times New Roman"/>
          <w:sz w:val="28"/>
          <w:szCs w:val="28"/>
        </w:rPr>
        <w:t>исполнения подпрограммы</w:t>
      </w:r>
    </w:p>
    <w:p w:rsidR="00AD24EA" w:rsidRPr="00951B68" w:rsidRDefault="00AD24EA" w:rsidP="00AD24E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1B68">
        <w:rPr>
          <w:rFonts w:ascii="Times New Roman" w:hAnsi="Times New Roman" w:cs="Times New Roman"/>
          <w:sz w:val="24"/>
          <w:szCs w:val="24"/>
        </w:rPr>
        <w:t>(по состоянию на конец года)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AD24EA" w:rsidRPr="00951B68" w:rsidTr="00A01F45">
        <w:tc>
          <w:tcPr>
            <w:tcW w:w="675" w:type="dxa"/>
            <w:vMerge w:val="restart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B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51B6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Наименование целевых                индикаторов и показателей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AD24EA" w:rsidRPr="00951B68" w:rsidRDefault="00992AAD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Базовый год, значение</w:t>
            </w:r>
          </w:p>
        </w:tc>
        <w:tc>
          <w:tcPr>
            <w:tcW w:w="7938" w:type="dxa"/>
            <w:gridSpan w:val="9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По годам реализации подпрограммы</w:t>
            </w:r>
          </w:p>
        </w:tc>
      </w:tr>
      <w:tr w:rsidR="00AD24EA" w:rsidRPr="00951B68" w:rsidTr="00A01F45">
        <w:tc>
          <w:tcPr>
            <w:tcW w:w="675" w:type="dxa"/>
            <w:vMerge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2016  </w:t>
            </w:r>
          </w:p>
        </w:tc>
        <w:tc>
          <w:tcPr>
            <w:tcW w:w="993" w:type="dxa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2017  </w:t>
            </w:r>
          </w:p>
        </w:tc>
        <w:tc>
          <w:tcPr>
            <w:tcW w:w="850" w:type="dxa"/>
            <w:tcBorders>
              <w:bottom w:val="nil"/>
            </w:tcBorders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2019  </w:t>
            </w:r>
          </w:p>
        </w:tc>
        <w:tc>
          <w:tcPr>
            <w:tcW w:w="850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2020  </w:t>
            </w:r>
          </w:p>
        </w:tc>
        <w:tc>
          <w:tcPr>
            <w:tcW w:w="851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850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851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2023  </w:t>
            </w:r>
          </w:p>
        </w:tc>
        <w:tc>
          <w:tcPr>
            <w:tcW w:w="850" w:type="dxa"/>
            <w:tcBorders>
              <w:bottom w:val="nil"/>
            </w:tcBorders>
          </w:tcPr>
          <w:p w:rsidR="00AD24EA" w:rsidRPr="00951B68" w:rsidRDefault="00AD24EA" w:rsidP="00FC6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</w:p>
        </w:tc>
      </w:tr>
    </w:tbl>
    <w:p w:rsidR="00AD24EA" w:rsidRPr="00951B68" w:rsidRDefault="00AD24EA" w:rsidP="00AD24EA">
      <w:pPr>
        <w:spacing w:line="24" w:lineRule="auto"/>
        <w:rPr>
          <w:rFonts w:ascii="Times New Roman" w:hAnsi="Times New Roman"/>
          <w:sz w:val="26"/>
          <w:szCs w:val="2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AD24EA" w:rsidRPr="00951B68" w:rsidTr="00FC63BE">
        <w:trPr>
          <w:trHeight w:val="284"/>
          <w:tblHeader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51B6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AD24EA" w:rsidRPr="00951B68" w:rsidTr="00FC63BE">
        <w:trPr>
          <w:cantSplit/>
          <w:trHeight w:val="3308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круглогодичного содержания сети автомобильных дорог общего пользования регионального или межмуниципального значения и искусственных сооружений на них в соответствии с нормативными требованиями к транспортно-эксплуатационному состоянию и условиями безопасности движения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2014 год: 6538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+57,3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+6,4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+6,2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+0,45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-185,681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+14,8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+29,96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</w:t>
            </w:r>
            <w:r w:rsidR="00C37889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20,028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+24,221</w:t>
            </w:r>
          </w:p>
        </w:tc>
      </w:tr>
      <w:tr w:rsidR="00AD24EA" w:rsidRPr="00951B68" w:rsidTr="00AD24EA">
        <w:trPr>
          <w:cantSplit/>
          <w:trHeight w:val="2658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2.</w:t>
            </w:r>
          </w:p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Обеспечение 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</w:t>
            </w:r>
            <w:proofErr w:type="gramStart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 эксплуатационным показателям на 31 декабря отчетного года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2014 год: 817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1146,7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2042,4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2422,8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C37889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2816,9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C37889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3256</w:t>
            </w:r>
          </w:p>
        </w:tc>
      </w:tr>
      <w:tr w:rsidR="00AD24EA" w:rsidRPr="00951B68" w:rsidTr="00AD24EA">
        <w:trPr>
          <w:cantSplit/>
          <w:trHeight w:val="1808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Объем неотложных работ по содержанию автомобильных дорог общего пользования регионального или межмуниципального значения в целях ликвидации дефектов дорожного покрытия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2014 год: 280270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280270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4.</w:t>
            </w:r>
          </w:p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1245" w:rsidRPr="00951B68" w:rsidRDefault="00E41245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2014 год: +40,95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+93,288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+130,769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+29,4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+152,40858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+197,716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+231,556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+350,5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+379,66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+427,053</w:t>
            </w:r>
          </w:p>
        </w:tc>
      </w:tr>
      <w:tr w:rsidR="00AD24EA" w:rsidRPr="00951B68" w:rsidTr="0074290F">
        <w:trPr>
          <w:cantSplit/>
          <w:trHeight w:val="1325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2014 год: +554,48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+746,41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+1030,43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+310,13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+1657,23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+566,66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24EA" w:rsidRPr="00951B68" w:rsidTr="00A01F45">
        <w:trPr>
          <w:cantSplit/>
          <w:trHeight w:val="920"/>
        </w:trPr>
        <w:tc>
          <w:tcPr>
            <w:tcW w:w="675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977" w:type="dxa"/>
            <w:vMerge w:val="restart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и протяженность уникальных искусственных сооружений, капитальный ремонт (ремонт) которых завершен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77B2A" w:rsidRPr="00951B6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01F45"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 год: 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24EA" w:rsidRPr="00951B68" w:rsidTr="00A01F45">
        <w:trPr>
          <w:cantSplit/>
          <w:trHeight w:val="990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77B2A"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год: </w:t>
            </w:r>
            <w:r w:rsidR="00E83121"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762,16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24EA" w:rsidRPr="00951B68" w:rsidTr="00A01F45">
        <w:trPr>
          <w:cantSplit/>
          <w:trHeight w:val="846"/>
        </w:trPr>
        <w:tc>
          <w:tcPr>
            <w:tcW w:w="675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977" w:type="dxa"/>
            <w:vMerge w:val="restart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и протяженность уникальных искусственных сооружений, строительство (реконструкция) которых завершено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77B2A" w:rsidRPr="00951B6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1F45"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год: 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D24EA" w:rsidRPr="00951B68" w:rsidTr="00E97811">
        <w:trPr>
          <w:cantSplit/>
          <w:trHeight w:val="463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FC63BE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24EA" w:rsidRPr="00951B68" w:rsidTr="00A01F45">
        <w:trPr>
          <w:cantSplit/>
          <w:trHeight w:val="1358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21</w:t>
            </w:r>
            <w:r w:rsidR="00A01F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3,4</w:t>
            </w:r>
          </w:p>
        </w:tc>
      </w:tr>
      <w:tr w:rsidR="00AD24EA" w:rsidRPr="00951B68" w:rsidTr="00AD24EA">
        <w:trPr>
          <w:cantSplit/>
          <w:trHeight w:val="1808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Протяженность сети автомобильных дорог общего пользования регионального или межмуниципального значения на территории Рязанской области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6538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6595,3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6601,7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6597,5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6465,4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6467,2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6467,2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6472,8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6485,1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977" w:type="dxa"/>
            <w:vMerge w:val="restart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регионального или межмуниципального значения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4,677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15,008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9,802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6,2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0,45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9,37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14,8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29,96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C37889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20,028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24,221</w:t>
            </w:r>
          </w:p>
        </w:tc>
      </w:tr>
      <w:tr w:rsidR="00AD24EA" w:rsidRPr="00951B68" w:rsidTr="007375E1">
        <w:trPr>
          <w:cantSplit/>
          <w:trHeight w:val="828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2015</w:t>
            </w:r>
            <w:r w:rsidR="00A01F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49,15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176,5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3736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регионального или межмуниципального значения исходя из расчетной протяженности введенных искусственных сооружений (мостов, мостовых переходов, путепроводов, транспортных развязок)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0,32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FC63BE">
        <w:trPr>
          <w:cantSplit/>
          <w:trHeight w:val="1481"/>
        </w:trPr>
        <w:tc>
          <w:tcPr>
            <w:tcW w:w="675" w:type="dxa"/>
            <w:vMerge w:val="restart"/>
            <w:shd w:val="clear" w:color="auto" w:fill="auto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Рязанской области в результате строительства новых автомобильных дорог</w:t>
            </w:r>
          </w:p>
        </w:tc>
        <w:tc>
          <w:tcPr>
            <w:tcW w:w="1559" w:type="dxa"/>
            <w:shd w:val="clear" w:color="auto" w:fill="auto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+4,677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+13,415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+4,1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+6,2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+0,45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+9,37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+1,8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+5,6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+12,221</w:t>
            </w:r>
          </w:p>
        </w:tc>
      </w:tr>
      <w:tr w:rsidR="00AD24EA" w:rsidRPr="00951B68" w:rsidTr="007375E1">
        <w:trPr>
          <w:cantSplit/>
          <w:trHeight w:val="1021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E97811" w:rsidRPr="00951B68" w:rsidRDefault="00E97811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E83121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</w:t>
            </w:r>
          </w:p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+9,85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+176,5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1134"/>
        </w:trPr>
        <w:tc>
          <w:tcPr>
            <w:tcW w:w="675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2977" w:type="dxa"/>
            <w:vMerge w:val="restart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5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+0,32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+5,702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+29,96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</w:t>
            </w:r>
            <w:r w:rsidR="00C37889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14,428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+12</w:t>
            </w:r>
          </w:p>
        </w:tc>
      </w:tr>
      <w:tr w:rsidR="00AD24EA" w:rsidRPr="00951B68" w:rsidTr="007375E1">
        <w:trPr>
          <w:cantSplit/>
          <w:trHeight w:val="2348"/>
        </w:trPr>
        <w:tc>
          <w:tcPr>
            <w:tcW w:w="675" w:type="dxa"/>
            <w:vMerge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+39,3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7817,8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8057,7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8726,1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8846,8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8856,5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9012,9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9013,9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9014,9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9015,9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9016,9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0,135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1,49146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11,112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18,7965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12,14305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8,32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</w:tr>
      <w:tr w:rsidR="00FC63BE" w:rsidRPr="00951B68" w:rsidTr="00B9163A">
        <w:trPr>
          <w:cantSplit/>
          <w:trHeight w:val="1134"/>
        </w:trPr>
        <w:tc>
          <w:tcPr>
            <w:tcW w:w="675" w:type="dxa"/>
            <w:shd w:val="clear" w:color="auto" w:fill="auto"/>
          </w:tcPr>
          <w:p w:rsidR="00FC63BE" w:rsidRPr="00951B68" w:rsidRDefault="00A04E43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2977" w:type="dxa"/>
            <w:shd w:val="clear" w:color="auto" w:fill="auto"/>
          </w:tcPr>
          <w:p w:rsidR="00FC63BE" w:rsidRPr="00951B68" w:rsidRDefault="00A04E43" w:rsidP="00EA6052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bookmarkStart w:id="1" w:name="_Hlk66347994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Разработан</w:t>
            </w:r>
            <w:r w:rsidR="00EA6052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проектная документация на строительство (реконструкцию) автомобильных дорог общего пользования местного значения </w:t>
            </w:r>
            <w:bookmarkEnd w:id="1"/>
          </w:p>
        </w:tc>
        <w:tc>
          <w:tcPr>
            <w:tcW w:w="1559" w:type="dxa"/>
            <w:shd w:val="clear" w:color="auto" w:fill="auto"/>
          </w:tcPr>
          <w:p w:rsidR="00FC63BE" w:rsidRPr="00951B68" w:rsidRDefault="00A04E43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FC63BE" w:rsidRPr="00951B68" w:rsidRDefault="00A04E43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C63BE" w:rsidRPr="00951B68" w:rsidRDefault="00A04E4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</w:t>
            </w:r>
            <w:r w:rsidR="0074290F" w:rsidRPr="00951B68">
              <w:rPr>
                <w:rFonts w:ascii="Times New Roman" w:hAnsi="Times New Roman"/>
                <w:sz w:val="22"/>
                <w:szCs w:val="22"/>
              </w:rPr>
              <w:t>6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Прирост </w:t>
            </w:r>
            <w:proofErr w:type="gramStart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на территории Рязанской области в результате строительства новых автомобильных дорог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+0,135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+1,49146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+11,112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+13,8665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+9,74835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+6,676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</w:t>
            </w:r>
            <w:r w:rsidR="0074290F" w:rsidRPr="00951B68">
              <w:rPr>
                <w:rFonts w:ascii="Times New Roman" w:hAnsi="Times New Roman"/>
                <w:sz w:val="22"/>
                <w:szCs w:val="22"/>
              </w:rPr>
              <w:t>7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общей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2014 год: 3370,2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3094,2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3403,2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3162,0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3218,3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3361,5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3366,5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3371,5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3376,5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3381,5</w:t>
            </w:r>
          </w:p>
        </w:tc>
      </w:tr>
      <w:tr w:rsidR="00E97811" w:rsidRPr="00951B68" w:rsidTr="00E97811">
        <w:trPr>
          <w:cantSplit/>
          <w:trHeight w:val="1797"/>
        </w:trPr>
        <w:tc>
          <w:tcPr>
            <w:tcW w:w="675" w:type="dxa"/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2977" w:type="dxa"/>
            <w:vMerge w:val="restart"/>
          </w:tcPr>
          <w:p w:rsidR="00E97811" w:rsidRPr="00951B68" w:rsidRDefault="00E97811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(реконструкции) автомобильных дорог общего пользования местного значения с твердым покрытием,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59" w:type="dxa"/>
            <w:vMerge w:val="restart"/>
          </w:tcPr>
          <w:p w:rsidR="00E97811" w:rsidRPr="00951B68" w:rsidRDefault="00E97811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км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97811" w:rsidRPr="00951B68" w:rsidRDefault="00E9781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8,516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16,0665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12,14305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E97811" w:rsidRPr="00951B68" w:rsidTr="007375E1">
        <w:trPr>
          <w:cantSplit/>
          <w:trHeight w:val="1797"/>
        </w:trPr>
        <w:tc>
          <w:tcPr>
            <w:tcW w:w="675" w:type="dxa"/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97811" w:rsidRPr="00951B68" w:rsidRDefault="00E97811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vMerge/>
          </w:tcPr>
          <w:p w:rsidR="00E97811" w:rsidRPr="00951B68" w:rsidRDefault="00E97811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AD24EA" w:rsidRPr="00951B68" w:rsidTr="007375E1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74290F" w:rsidRPr="00951B68">
              <w:rPr>
                <w:rFonts w:ascii="Times New Roman" w:hAnsi="Times New Roman"/>
                <w:sz w:val="22"/>
                <w:szCs w:val="22"/>
              </w:rPr>
              <w:t>9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Объем неотложных работ по ремонту и содержанию автомобильных дорог местного значения в целях ликвидации дефектов дорожного покрытия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2015</w:t>
            </w:r>
            <w:r w:rsidR="00A01F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317869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4290F">
        <w:trPr>
          <w:cantSplit/>
          <w:trHeight w:val="4111"/>
        </w:trPr>
        <w:tc>
          <w:tcPr>
            <w:tcW w:w="675" w:type="dxa"/>
          </w:tcPr>
          <w:p w:rsidR="00AD24EA" w:rsidRPr="00951B68" w:rsidRDefault="0074290F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20</w:t>
            </w:r>
            <w:r w:rsidR="00AD24EA"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 xml:space="preserve">Ввод в эксплуатацию после строительства и </w:t>
            </w:r>
            <w:proofErr w:type="gramStart"/>
            <w:r w:rsidRPr="00951B68"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 w:rsidRPr="00951B68"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="00A01F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5,769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04E43" w:rsidRPr="00951B68" w:rsidTr="00B9163A">
        <w:trPr>
          <w:cantSplit/>
          <w:trHeight w:val="307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A04E43" w:rsidRPr="00951B68" w:rsidRDefault="0074290F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21.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A04E43" w:rsidRPr="00951B68" w:rsidRDefault="00A04E43" w:rsidP="00FC6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bookmarkStart w:id="2" w:name="_Hlk66348203"/>
            <w:r w:rsidRPr="00951B68">
              <w:rPr>
                <w:rFonts w:ascii="Times New Roman" w:hAnsi="Times New Roman"/>
                <w:sz w:val="22"/>
                <w:szCs w:val="22"/>
              </w:rPr>
              <w:t>Ввод в эксплуатацию после строительства (реконструкции) 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</w:t>
            </w:r>
            <w:bookmarkEnd w:id="2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04E43" w:rsidRPr="00951B68" w:rsidRDefault="0074290F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04E43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20 </w:t>
            </w:r>
            <w:r w:rsidR="0074290F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2,502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4E43" w:rsidRPr="00951B68" w:rsidRDefault="0074290F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E97811" w:rsidRPr="00951B68" w:rsidTr="00E97811">
        <w:trPr>
          <w:cantSplit/>
          <w:trHeight w:val="2091"/>
        </w:trPr>
        <w:tc>
          <w:tcPr>
            <w:tcW w:w="675" w:type="dxa"/>
            <w:tcBorders>
              <w:bottom w:val="nil"/>
            </w:tcBorders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2977" w:type="dxa"/>
            <w:tcBorders>
              <w:bottom w:val="nil"/>
            </w:tcBorders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Протяженность на сельских территориях вновь построенных и приведенных в соответствие с нормативными требованиями автомобильных дорог общего пользования местного значения,</w:t>
            </w:r>
          </w:p>
        </w:tc>
        <w:tc>
          <w:tcPr>
            <w:tcW w:w="1559" w:type="dxa"/>
            <w:tcBorders>
              <w:bottom w:val="nil"/>
            </w:tcBorders>
          </w:tcPr>
          <w:p w:rsidR="00E97811" w:rsidRPr="00951B68" w:rsidRDefault="00E97811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97811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21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E9781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</w:tr>
      <w:tr w:rsidR="00E97811" w:rsidRPr="00951B68" w:rsidTr="00E97811">
        <w:trPr>
          <w:cantSplit/>
          <w:trHeight w:val="1864"/>
        </w:trPr>
        <w:tc>
          <w:tcPr>
            <w:tcW w:w="675" w:type="dxa"/>
            <w:tcBorders>
              <w:top w:val="nil"/>
            </w:tcBorders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 xml:space="preserve">введенных (переданных) в эксплуатацию, при </w:t>
            </w:r>
            <w:proofErr w:type="spellStart"/>
            <w:r w:rsidRPr="00951B68">
              <w:rPr>
                <w:rFonts w:ascii="Times New Roman" w:hAnsi="Times New Roman"/>
                <w:sz w:val="22"/>
                <w:szCs w:val="22"/>
              </w:rPr>
              <w:t>софинансировании</w:t>
            </w:r>
            <w:proofErr w:type="spellEnd"/>
            <w:r w:rsidRPr="00951B68">
              <w:rPr>
                <w:rFonts w:ascii="Times New Roman" w:hAnsi="Times New Roman"/>
                <w:sz w:val="22"/>
                <w:szCs w:val="22"/>
              </w:rPr>
              <w:t xml:space="preserve"> работ по их строительству, реконструкции, капитальному ремонту и ремонту</w:t>
            </w:r>
          </w:p>
        </w:tc>
        <w:tc>
          <w:tcPr>
            <w:tcW w:w="1559" w:type="dxa"/>
            <w:tcBorders>
              <w:top w:val="nil"/>
            </w:tcBorders>
          </w:tcPr>
          <w:p w:rsidR="00E97811" w:rsidRPr="00951B68" w:rsidRDefault="00E97811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AD24EA" w:rsidRPr="00951B68" w:rsidTr="00FC63BE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3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исполнения функций Минтранса Рязанской области в части реализации мероприятий в области дорожного хозяйства, в том числе уплата налогов и сборов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992AAD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</w:t>
            </w:r>
            <w:r w:rsidR="00AD24E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992AAD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4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актуализированных комплексных схем организации транспортного обслуживания населения общественным транспортом Рязанской агломерации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113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5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элементов автоматизированной системы управления дорожным движением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E83121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877B2A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7 </w:t>
            </w:r>
            <w:r w:rsidR="00A01F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E97811" w:rsidRPr="00951B68" w:rsidTr="00E97811">
        <w:trPr>
          <w:cantSplit/>
          <w:trHeight w:val="587"/>
        </w:trPr>
        <w:tc>
          <w:tcPr>
            <w:tcW w:w="675" w:type="dxa"/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13750" w:type="dxa"/>
            <w:gridSpan w:val="12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Показатели </w:t>
            </w:r>
            <w:r w:rsidRPr="00951B68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 «Дорожная сеть (Рязанская область)» в рамках реализации                                                                                                           национального проекта «Безопасные и качественные автомобильные дороги»</w:t>
            </w:r>
          </w:p>
        </w:tc>
      </w:tr>
      <w:tr w:rsidR="00AD24EA" w:rsidRPr="00951B68" w:rsidTr="007375E1">
        <w:trPr>
          <w:cantSplit/>
          <w:trHeight w:val="107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6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автомобильных дорог регионального значения, соответствующих нормативным требованиям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620EA3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620EA3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21,52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23,78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26,51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E41245" w:rsidRPr="00951B68" w:rsidTr="007375E1">
        <w:trPr>
          <w:cantSplit/>
          <w:trHeight w:val="1074"/>
        </w:trPr>
        <w:tc>
          <w:tcPr>
            <w:tcW w:w="675" w:type="dxa"/>
          </w:tcPr>
          <w:p w:rsidR="00E41245" w:rsidRPr="00951B68" w:rsidRDefault="00E41245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26.2.</w:t>
            </w:r>
          </w:p>
        </w:tc>
        <w:tc>
          <w:tcPr>
            <w:tcW w:w="2977" w:type="dxa"/>
          </w:tcPr>
          <w:p w:rsidR="00E41245" w:rsidRPr="00951B68" w:rsidRDefault="00E41245" w:rsidP="00FC63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1559" w:type="dxa"/>
          </w:tcPr>
          <w:p w:rsidR="00E41245" w:rsidRPr="00951B68" w:rsidRDefault="00E41245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E83121" w:rsidRPr="00951B68" w:rsidRDefault="00E412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B4359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год:</w:t>
            </w:r>
          </w:p>
          <w:p w:rsidR="00E41245" w:rsidRPr="00951B68" w:rsidRDefault="00B26080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26,51</w:t>
            </w:r>
          </w:p>
        </w:tc>
        <w:tc>
          <w:tcPr>
            <w:tcW w:w="992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31,16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36,5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41,8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47,35</w:t>
            </w:r>
          </w:p>
        </w:tc>
      </w:tr>
      <w:tr w:rsidR="00AD24EA" w:rsidRPr="00951B68" w:rsidTr="007375E1">
        <w:trPr>
          <w:cantSplit/>
          <w:trHeight w:val="1134"/>
        </w:trPr>
        <w:tc>
          <w:tcPr>
            <w:tcW w:w="675" w:type="dxa"/>
          </w:tcPr>
          <w:p w:rsidR="00AD24EA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26.</w:t>
            </w:r>
            <w:r w:rsidR="00E41245" w:rsidRPr="00951B68">
              <w:rPr>
                <w:rFonts w:ascii="Times New Roman" w:hAnsi="Times New Roman"/>
                <w:sz w:val="22"/>
                <w:szCs w:val="22"/>
              </w:rPr>
              <w:t>3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564ED7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Доля дорожной сети городских агломераций, </w:t>
            </w:r>
            <w:r w:rsidR="00951B68">
              <w:rPr>
                <w:rFonts w:ascii="Times New Roman" w:hAnsi="Times New Roman" w:cs="Times New Roman"/>
                <w:sz w:val="22"/>
                <w:szCs w:val="22"/>
              </w:rPr>
              <w:t>находящ</w:t>
            </w:r>
            <w:r w:rsidR="00564ED7"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ся в нормативном состоянии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620EA3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54,8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70,2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75,2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="00E412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="00E41245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92</w:t>
            </w:r>
          </w:p>
        </w:tc>
      </w:tr>
      <w:tr w:rsidR="00E41245" w:rsidRPr="00951B68" w:rsidTr="007375E1">
        <w:trPr>
          <w:cantSplit/>
          <w:trHeight w:val="1134"/>
        </w:trPr>
        <w:tc>
          <w:tcPr>
            <w:tcW w:w="675" w:type="dxa"/>
          </w:tcPr>
          <w:p w:rsidR="00E41245" w:rsidRPr="00951B68" w:rsidRDefault="00E41245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26.4.</w:t>
            </w:r>
          </w:p>
        </w:tc>
        <w:tc>
          <w:tcPr>
            <w:tcW w:w="2977" w:type="dxa"/>
          </w:tcPr>
          <w:p w:rsidR="00E41245" w:rsidRPr="00951B68" w:rsidRDefault="00E41245" w:rsidP="00FC63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отечественного оборудования (товаров, работ, услуг) в общем объеме закупок</w:t>
            </w:r>
          </w:p>
        </w:tc>
        <w:tc>
          <w:tcPr>
            <w:tcW w:w="1559" w:type="dxa"/>
          </w:tcPr>
          <w:p w:rsidR="00E41245" w:rsidRPr="00951B68" w:rsidRDefault="00E41245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E41245" w:rsidRPr="00951B68" w:rsidRDefault="00E412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992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851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850" w:type="dxa"/>
            <w:textDirection w:val="btLr"/>
            <w:vAlign w:val="center"/>
          </w:tcPr>
          <w:p w:rsidR="00E41245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70</w:t>
            </w:r>
          </w:p>
        </w:tc>
      </w:tr>
      <w:tr w:rsidR="00AD24EA" w:rsidRPr="00951B68" w:rsidTr="007375E1">
        <w:trPr>
          <w:cantSplit/>
          <w:trHeight w:val="1384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26.</w:t>
            </w:r>
            <w:r w:rsidR="00E41245" w:rsidRPr="00951B68">
              <w:rPr>
                <w:rFonts w:ascii="Times New Roman" w:hAnsi="Times New Roman"/>
                <w:sz w:val="22"/>
                <w:szCs w:val="22"/>
              </w:rPr>
              <w:t>5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3,36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1390"/>
        </w:trPr>
        <w:tc>
          <w:tcPr>
            <w:tcW w:w="675" w:type="dxa"/>
          </w:tcPr>
          <w:p w:rsidR="00AD24EA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26.</w:t>
            </w:r>
            <w:r w:rsidR="00B26080" w:rsidRPr="00951B68">
              <w:rPr>
                <w:rFonts w:ascii="Times New Roman" w:hAnsi="Times New Roman"/>
                <w:sz w:val="22"/>
                <w:szCs w:val="22"/>
              </w:rPr>
              <w:t>6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Количество мест концентрации дорожно-транспортных происшествий (аварийно-опасных участков) на дорожной сети 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E83121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7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</w:p>
          <w:p w:rsidR="00AD24EA" w:rsidRPr="00951B68" w:rsidRDefault="00B26080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AD24EA" w:rsidRPr="00951B68" w:rsidTr="007375E1">
        <w:trPr>
          <w:cantSplit/>
          <w:trHeight w:val="1849"/>
        </w:trPr>
        <w:tc>
          <w:tcPr>
            <w:tcW w:w="675" w:type="dxa"/>
          </w:tcPr>
          <w:p w:rsidR="00AD24EA" w:rsidRPr="00951B68" w:rsidRDefault="00AD24EA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6.</w:t>
            </w:r>
            <w:r w:rsidR="00B26080" w:rsidRPr="00951B68">
              <w:rPr>
                <w:rFonts w:ascii="Times New Roman" w:hAnsi="Times New Roman"/>
                <w:sz w:val="22"/>
                <w:szCs w:val="22"/>
              </w:rPr>
              <w:t>7</w:t>
            </w:r>
            <w:r w:rsidR="00E97811"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Arial Unicode MS" w:hAnsi="Times New Roman" w:cs="Times New Roman"/>
                <w:sz w:val="22"/>
                <w:szCs w:val="22"/>
              </w:rPr>
              <w:t>Количество мест концентрации дорожно-транспортных происшествий (аварийно-опасных участков) на дорожной сети Рязанской городской агломерации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E41245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E97811" w:rsidRPr="00951B68" w:rsidTr="00E97811">
        <w:trPr>
          <w:cantSplit/>
          <w:trHeight w:val="529"/>
        </w:trPr>
        <w:tc>
          <w:tcPr>
            <w:tcW w:w="675" w:type="dxa"/>
          </w:tcPr>
          <w:p w:rsidR="00E97811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13750" w:type="dxa"/>
            <w:gridSpan w:val="12"/>
          </w:tcPr>
          <w:p w:rsidR="00E97811" w:rsidRPr="00951B68" w:rsidRDefault="00E97811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Показатели </w:t>
            </w:r>
            <w:r w:rsidRPr="00951B68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 «</w:t>
            </w:r>
            <w:r w:rsidRPr="00951B68">
              <w:rPr>
                <w:rFonts w:ascii="Times New Roman" w:hAnsi="Times New Roman" w:cs="Times New Roman"/>
                <w:sz w:val="24"/>
                <w:szCs w:val="26"/>
              </w:rPr>
              <w:t>Общесистемные меры развития дорожного хозяйства (</w:t>
            </w:r>
            <w:r w:rsidRPr="00951B68">
              <w:rPr>
                <w:rFonts w:ascii="Times New Roman" w:hAnsi="Times New Roman" w:cs="Times New Roman"/>
                <w:sz w:val="24"/>
                <w:szCs w:val="24"/>
              </w:rPr>
              <w:t>Рязанская область)»                                                       в рамках реализации национального проекта «Безопасные и качественные автомобильные дороги»</w:t>
            </w:r>
          </w:p>
        </w:tc>
      </w:tr>
      <w:tr w:rsidR="00AA699C" w:rsidRPr="00951B68" w:rsidTr="005A68B3">
        <w:trPr>
          <w:cantSplit/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AA699C" w:rsidRPr="00951B68" w:rsidRDefault="00AA699C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A699C" w:rsidRPr="00951B68" w:rsidRDefault="00AA699C" w:rsidP="00FC63BE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Доля контрактов на осуществление дорожной деятельности в рамках национального проекта, предусматривающих использование новых технологий и материалов,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A699C" w:rsidRPr="00951B68" w:rsidRDefault="00AA699C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AA699C" w:rsidRPr="00951B68" w:rsidRDefault="00AA699C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7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A699C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A699C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A699C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A699C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699C" w:rsidRPr="00951B68" w:rsidTr="005A68B3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</w:tcBorders>
          </w:tcPr>
          <w:p w:rsidR="00AA699C" w:rsidRPr="00951B68" w:rsidRDefault="00AA699C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A699C" w:rsidRPr="00951B68" w:rsidRDefault="00AA699C" w:rsidP="00FC63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включенных в Реестр новых и наилучших технологий, материалов и технологических решений повторного применения,      %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699C" w:rsidRPr="00951B68" w:rsidRDefault="00AA699C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AA699C" w:rsidRPr="00951B68" w:rsidRDefault="00AA699C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EA" w:rsidRPr="00951B68" w:rsidTr="007375E1">
        <w:trPr>
          <w:cantSplit/>
          <w:trHeight w:val="1949"/>
        </w:trPr>
        <w:tc>
          <w:tcPr>
            <w:tcW w:w="675" w:type="dxa"/>
          </w:tcPr>
          <w:p w:rsidR="00AD24EA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</w:t>
            </w:r>
            <w:r w:rsidR="00AD24EA" w:rsidRPr="00951B68">
              <w:rPr>
                <w:rFonts w:ascii="Times New Roman" w:hAnsi="Times New Roman"/>
                <w:sz w:val="22"/>
                <w:szCs w:val="22"/>
              </w:rPr>
              <w:t>.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977" w:type="dxa"/>
          </w:tcPr>
          <w:p w:rsidR="00AD24EA" w:rsidRPr="00951B68" w:rsidRDefault="00AD24EA" w:rsidP="00FC63BE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контрактов на осуществление дорожной деятельности в рамках национального проекта,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%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</w:p>
        </w:tc>
        <w:tc>
          <w:tcPr>
            <w:tcW w:w="1559" w:type="dxa"/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8B3" w:rsidRPr="00951B68" w:rsidTr="005A68B3">
        <w:trPr>
          <w:cantSplit/>
          <w:trHeight w:val="1383"/>
        </w:trPr>
        <w:tc>
          <w:tcPr>
            <w:tcW w:w="675" w:type="dxa"/>
          </w:tcPr>
          <w:p w:rsidR="005A68B3" w:rsidRPr="00951B68" w:rsidRDefault="005A68B3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27.3.</w:t>
            </w:r>
          </w:p>
        </w:tc>
        <w:tc>
          <w:tcPr>
            <w:tcW w:w="2977" w:type="dxa"/>
          </w:tcPr>
          <w:p w:rsidR="005A68B3" w:rsidRPr="00951B68" w:rsidRDefault="005A68B3" w:rsidP="00FC63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объе</w:t>
            </w:r>
            <w:r w:rsidR="00B26080" w:rsidRPr="00951B68">
              <w:rPr>
                <w:rFonts w:ascii="Times New Roman" w:hAnsi="Times New Roman" w:cs="Times New Roman"/>
                <w:sz w:val="22"/>
                <w:szCs w:val="22"/>
              </w:rPr>
              <w:t>ктов</w:t>
            </w: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, на которых предусматривается использование новых и наилучших технологий, включенных в Реестр</w:t>
            </w:r>
            <w:r w:rsidR="00CF2528" w:rsidRPr="00951B68">
              <w:rPr>
                <w:rFonts w:ascii="Times New Roman" w:hAnsi="Times New Roman" w:cs="Times New Roman"/>
                <w:sz w:val="22"/>
                <w:szCs w:val="22"/>
              </w:rPr>
              <w:t xml:space="preserve"> новых и наилучших технологий, материалов и технологических решений повторного применения</w:t>
            </w:r>
          </w:p>
        </w:tc>
        <w:tc>
          <w:tcPr>
            <w:tcW w:w="1559" w:type="dxa"/>
          </w:tcPr>
          <w:p w:rsidR="005A68B3" w:rsidRPr="00951B68" w:rsidRDefault="005A68B3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A68B3" w:rsidRPr="00951B68" w:rsidRDefault="005A68B3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A68B3" w:rsidRPr="00951B68" w:rsidTr="005A68B3">
        <w:trPr>
          <w:cantSplit/>
          <w:trHeight w:val="1383"/>
        </w:trPr>
        <w:tc>
          <w:tcPr>
            <w:tcW w:w="675" w:type="dxa"/>
          </w:tcPr>
          <w:p w:rsidR="005A68B3" w:rsidRPr="00951B68" w:rsidRDefault="005A68B3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27.4.</w:t>
            </w:r>
          </w:p>
        </w:tc>
        <w:tc>
          <w:tcPr>
            <w:tcW w:w="2977" w:type="dxa"/>
          </w:tcPr>
          <w:p w:rsidR="005A68B3" w:rsidRPr="00951B68" w:rsidRDefault="005A68B3" w:rsidP="00FC63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hAnsi="Times New Roman" w:cs="Times New Roman"/>
                <w:sz w:val="22"/>
                <w:szCs w:val="22"/>
              </w:rPr>
              <w:t>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</w:t>
            </w:r>
          </w:p>
        </w:tc>
        <w:tc>
          <w:tcPr>
            <w:tcW w:w="1559" w:type="dxa"/>
          </w:tcPr>
          <w:p w:rsidR="005A68B3" w:rsidRPr="00951B68" w:rsidRDefault="005A68B3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A68B3" w:rsidRPr="00951B68" w:rsidRDefault="005A68B3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extDirection w:val="btLr"/>
            <w:vAlign w:val="center"/>
          </w:tcPr>
          <w:p w:rsidR="005A68B3" w:rsidRPr="00951B68" w:rsidRDefault="005A68B3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D24EA" w:rsidRPr="00951B68" w:rsidTr="001A357D">
        <w:trPr>
          <w:cantSplit/>
          <w:trHeight w:val="1134"/>
        </w:trPr>
        <w:tc>
          <w:tcPr>
            <w:tcW w:w="675" w:type="dxa"/>
            <w:tcBorders>
              <w:bottom w:val="single" w:sz="4" w:space="0" w:color="auto"/>
            </w:tcBorders>
          </w:tcPr>
          <w:p w:rsidR="00AD24EA" w:rsidRPr="00951B68" w:rsidRDefault="00E97811" w:rsidP="00FC6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</w:t>
            </w:r>
            <w:r w:rsidR="005A68B3" w:rsidRPr="00951B68">
              <w:rPr>
                <w:rFonts w:ascii="Times New Roman" w:hAnsi="Times New Roman"/>
                <w:sz w:val="22"/>
                <w:szCs w:val="22"/>
              </w:rPr>
              <w:t>5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D24EA" w:rsidRPr="00951B68" w:rsidRDefault="00AD24EA" w:rsidP="00FC63BE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951B68">
              <w:rPr>
                <w:rFonts w:ascii="Times New Roman" w:eastAsia="Arial Unicode MS" w:hAnsi="Times New Roman"/>
                <w:sz w:val="22"/>
                <w:szCs w:val="22"/>
              </w:rPr>
              <w:t xml:space="preserve">Количество </w:t>
            </w:r>
            <w:proofErr w:type="gramStart"/>
            <w:r w:rsidRPr="00951B68">
              <w:rPr>
                <w:rFonts w:ascii="Times New Roman" w:eastAsia="Arial Unicode MS" w:hAnsi="Times New Roman"/>
                <w:sz w:val="22"/>
                <w:szCs w:val="22"/>
              </w:rPr>
              <w:t>внедренных</w:t>
            </w:r>
            <w:proofErr w:type="gramEnd"/>
            <w:r w:rsidRPr="00951B68">
              <w:rPr>
                <w:rFonts w:ascii="Times New Roman" w:eastAsia="Arial Unicode MS" w:hAnsi="Times New Roman"/>
                <w:sz w:val="22"/>
                <w:szCs w:val="22"/>
              </w:rPr>
              <w:t xml:space="preserve"> </w:t>
            </w:r>
          </w:p>
          <w:p w:rsidR="00AD24EA" w:rsidRPr="00951B68" w:rsidRDefault="00AD24EA" w:rsidP="00FC63BE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Arial Unicode MS" w:hAnsi="Times New Roman" w:cs="Times New Roman"/>
                <w:sz w:val="22"/>
                <w:szCs w:val="22"/>
              </w:rPr>
              <w:t>интеллектуальных транспортных систем</w:t>
            </w:r>
            <w:r w:rsidR="005A68B3" w:rsidRPr="00951B68">
              <w:rPr>
                <w:rFonts w:ascii="Times New Roman" w:eastAsia="Arial Unicode MS" w:hAnsi="Times New Roman" w:cs="Times New Roman"/>
                <w:sz w:val="22"/>
                <w:szCs w:val="22"/>
              </w:rPr>
              <w:t>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24EA" w:rsidRPr="00951B68" w:rsidRDefault="00AD24EA" w:rsidP="00FC63B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D24EA" w:rsidRPr="00951B68" w:rsidRDefault="00A01F45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AD24EA" w:rsidRPr="00951B68" w:rsidRDefault="00AD24EA" w:rsidP="00FC63B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357D" w:rsidRPr="00951B68" w:rsidTr="001A357D">
        <w:trPr>
          <w:cantSplit/>
          <w:trHeight w:val="1134"/>
        </w:trPr>
        <w:tc>
          <w:tcPr>
            <w:tcW w:w="675" w:type="dxa"/>
            <w:tcBorders>
              <w:bottom w:val="nil"/>
            </w:tcBorders>
            <w:shd w:val="clear" w:color="auto" w:fill="auto"/>
          </w:tcPr>
          <w:p w:rsidR="001A357D" w:rsidRPr="00951B68" w:rsidRDefault="001A357D" w:rsidP="00FA7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lastRenderedPageBreak/>
              <w:t>27.6.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1A357D" w:rsidRPr="00951B68" w:rsidRDefault="001A357D" w:rsidP="00FA755B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951B68">
              <w:rPr>
                <w:rFonts w:ascii="Times New Roman" w:eastAsia="Arial Unicode MS" w:hAnsi="Times New Roman"/>
                <w:sz w:val="22"/>
                <w:szCs w:val="22"/>
                <w:lang w:eastAsia="en-US"/>
              </w:rPr>
              <w:t>Количество установленных элементов автоматизированной системы управления дорожным движением в целях внедрения интеллектуальной транспортной системы,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1A357D" w:rsidRPr="00951B68" w:rsidRDefault="001A357D" w:rsidP="00FA755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24659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357D" w:rsidRPr="00951B68" w:rsidTr="001A357D">
        <w:trPr>
          <w:cantSplit/>
          <w:trHeight w:val="1134"/>
        </w:trPr>
        <w:tc>
          <w:tcPr>
            <w:tcW w:w="675" w:type="dxa"/>
            <w:tcBorders>
              <w:top w:val="nil"/>
            </w:tcBorders>
          </w:tcPr>
          <w:p w:rsidR="001A357D" w:rsidRPr="00951B68" w:rsidRDefault="001A357D" w:rsidP="00FA7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A357D" w:rsidRPr="00951B68" w:rsidRDefault="001A357D" w:rsidP="00FA755B">
            <w:pPr>
              <w:rPr>
                <w:rFonts w:ascii="Times New Roman" w:eastAsia="Arial Unicode MS" w:hAnsi="Times New Roman"/>
                <w:sz w:val="22"/>
                <w:szCs w:val="22"/>
                <w:lang w:eastAsia="en-US"/>
              </w:rPr>
            </w:pPr>
            <w:proofErr w:type="gramStart"/>
            <w:r w:rsidRPr="00951B68">
              <w:rPr>
                <w:rFonts w:ascii="Times New Roman" w:eastAsia="Arial Unicode MS" w:hAnsi="Times New Roman"/>
                <w:sz w:val="22"/>
                <w:szCs w:val="22"/>
                <w:lang w:eastAsia="en-US"/>
              </w:rPr>
              <w:t>предусматривающей</w:t>
            </w:r>
            <w:proofErr w:type="gramEnd"/>
            <w:r w:rsidRPr="00951B68">
              <w:rPr>
                <w:rFonts w:ascii="Times New Roman" w:eastAsia="Arial Unicode MS" w:hAnsi="Times New Roman"/>
                <w:sz w:val="22"/>
                <w:szCs w:val="22"/>
                <w:lang w:eastAsia="en-US"/>
              </w:rPr>
              <w:t xml:space="preserve">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</w:tcBorders>
          </w:tcPr>
          <w:p w:rsidR="001A357D" w:rsidRPr="00951B68" w:rsidRDefault="001A357D" w:rsidP="00FA755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A357D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55B" w:rsidRPr="00951B68" w:rsidTr="007375E1">
        <w:trPr>
          <w:cantSplit/>
          <w:trHeight w:val="1134"/>
        </w:trPr>
        <w:tc>
          <w:tcPr>
            <w:tcW w:w="675" w:type="dxa"/>
          </w:tcPr>
          <w:p w:rsidR="00FA755B" w:rsidRPr="00951B68" w:rsidRDefault="00FA755B" w:rsidP="00FA7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</w:t>
            </w:r>
            <w:r w:rsidR="001A357D" w:rsidRPr="00951B68">
              <w:rPr>
                <w:rFonts w:ascii="Times New Roman" w:hAnsi="Times New Roman"/>
                <w:sz w:val="22"/>
                <w:szCs w:val="22"/>
              </w:rPr>
              <w:t>7</w:t>
            </w:r>
            <w:r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A755B" w:rsidRPr="00951B68" w:rsidRDefault="00FA755B" w:rsidP="00FA755B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951B68">
              <w:rPr>
                <w:rFonts w:ascii="Times New Roman" w:eastAsia="Arial Unicode MS" w:hAnsi="Times New Roman" w:cs="Times New Roman"/>
                <w:sz w:val="22"/>
                <w:szCs w:val="22"/>
              </w:rPr>
              <w:t>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(накопленным итогом)</w:t>
            </w:r>
          </w:p>
        </w:tc>
        <w:tc>
          <w:tcPr>
            <w:tcW w:w="1559" w:type="dxa"/>
            <w:shd w:val="clear" w:color="auto" w:fill="auto"/>
          </w:tcPr>
          <w:p w:rsidR="00FA755B" w:rsidRPr="00951B68" w:rsidRDefault="00FA755B" w:rsidP="00FA755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FA755B" w:rsidRPr="00951B68" w:rsidRDefault="00FA755B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755B" w:rsidRPr="00951B68" w:rsidTr="007375E1">
        <w:trPr>
          <w:cantSplit/>
          <w:trHeight w:val="1134"/>
        </w:trPr>
        <w:tc>
          <w:tcPr>
            <w:tcW w:w="675" w:type="dxa"/>
          </w:tcPr>
          <w:p w:rsidR="00FA755B" w:rsidRPr="00951B68" w:rsidRDefault="00FA755B" w:rsidP="00FA7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>27.</w:t>
            </w:r>
            <w:r w:rsidR="001A357D" w:rsidRPr="00951B68">
              <w:rPr>
                <w:rFonts w:ascii="Times New Roman" w:hAnsi="Times New Roman"/>
                <w:sz w:val="22"/>
                <w:szCs w:val="22"/>
              </w:rPr>
              <w:t>8</w:t>
            </w:r>
            <w:r w:rsidR="001402A0" w:rsidRPr="00951B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FA755B" w:rsidRPr="00951B68" w:rsidRDefault="00FA755B" w:rsidP="00FA755B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951B68">
              <w:rPr>
                <w:rFonts w:ascii="Times New Roman" w:hAnsi="Times New Roman"/>
                <w:sz w:val="22"/>
                <w:szCs w:val="22"/>
              </w:rPr>
              <w:t xml:space="preserve">Количество стационарных камер </w:t>
            </w:r>
            <w:proofErr w:type="spellStart"/>
            <w:r w:rsidRPr="00951B68">
              <w:rPr>
                <w:rFonts w:ascii="Times New Roman" w:hAnsi="Times New Roman"/>
                <w:sz w:val="22"/>
                <w:szCs w:val="22"/>
              </w:rPr>
              <w:t>фотовидеофиксации</w:t>
            </w:r>
            <w:proofErr w:type="spellEnd"/>
            <w:r w:rsidRPr="00951B68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1559" w:type="dxa"/>
          </w:tcPr>
          <w:p w:rsidR="00FA755B" w:rsidRPr="00951B68" w:rsidRDefault="00FA755B" w:rsidP="00FA755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шт./%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FA755B" w:rsidRPr="00951B68" w:rsidRDefault="00FA755B" w:rsidP="00E83121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20</w:t>
            </w:r>
            <w:r w:rsidR="00E83121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год: </w:t>
            </w:r>
            <w:r w:rsidR="00B26080"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78/100</w:t>
            </w:r>
          </w:p>
        </w:tc>
        <w:tc>
          <w:tcPr>
            <w:tcW w:w="992" w:type="dxa"/>
            <w:textDirection w:val="btLr"/>
            <w:vAlign w:val="center"/>
          </w:tcPr>
          <w:p w:rsidR="00FA755B" w:rsidRPr="00951B68" w:rsidRDefault="007D784D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FA755B" w:rsidRPr="00951B68" w:rsidRDefault="00FA755B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FA755B" w:rsidRPr="00951B68" w:rsidRDefault="00491049" w:rsidP="00FA755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B6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96/123</w:t>
            </w:r>
          </w:p>
        </w:tc>
        <w:tc>
          <w:tcPr>
            <w:tcW w:w="850" w:type="dxa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110/141</w:t>
            </w:r>
          </w:p>
        </w:tc>
        <w:tc>
          <w:tcPr>
            <w:tcW w:w="851" w:type="dxa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140/1</w:t>
            </w:r>
            <w:r w:rsidR="001A357D" w:rsidRPr="00951B68">
              <w:rPr>
                <w:rFonts w:ascii="Times New Roman" w:hAnsi="Times New Roman"/>
                <w:sz w:val="24"/>
                <w:szCs w:val="24"/>
              </w:rPr>
              <w:t>79,49</w:t>
            </w:r>
          </w:p>
        </w:tc>
        <w:tc>
          <w:tcPr>
            <w:tcW w:w="850" w:type="dxa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</w:t>
            </w:r>
            <w:r w:rsidR="001A357D" w:rsidRPr="00951B68">
              <w:rPr>
                <w:rFonts w:ascii="Times New Roman" w:hAnsi="Times New Roman"/>
                <w:sz w:val="24"/>
                <w:szCs w:val="24"/>
              </w:rPr>
              <w:t>6</w:t>
            </w:r>
            <w:r w:rsidRPr="00951B68">
              <w:rPr>
                <w:rFonts w:ascii="Times New Roman" w:hAnsi="Times New Roman"/>
                <w:sz w:val="24"/>
                <w:szCs w:val="24"/>
              </w:rPr>
              <w:t>0/</w:t>
            </w:r>
            <w:r w:rsidR="001A357D" w:rsidRPr="00951B68">
              <w:rPr>
                <w:rFonts w:ascii="Times New Roman" w:hAnsi="Times New Roman"/>
                <w:sz w:val="24"/>
                <w:szCs w:val="24"/>
              </w:rPr>
              <w:t>205,13</w:t>
            </w:r>
          </w:p>
        </w:tc>
        <w:tc>
          <w:tcPr>
            <w:tcW w:w="851" w:type="dxa"/>
            <w:textDirection w:val="btLr"/>
            <w:vAlign w:val="center"/>
          </w:tcPr>
          <w:p w:rsidR="00FA755B" w:rsidRPr="00951B68" w:rsidRDefault="001A357D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190</w:t>
            </w:r>
            <w:r w:rsidR="00FA755B" w:rsidRPr="00951B68">
              <w:rPr>
                <w:rFonts w:ascii="Times New Roman" w:hAnsi="Times New Roman"/>
                <w:sz w:val="24"/>
                <w:szCs w:val="24"/>
              </w:rPr>
              <w:t>/</w:t>
            </w:r>
            <w:r w:rsidRPr="00951B68">
              <w:rPr>
                <w:rFonts w:ascii="Times New Roman" w:hAnsi="Times New Roman"/>
                <w:sz w:val="24"/>
                <w:szCs w:val="24"/>
              </w:rPr>
              <w:t>243,59</w:t>
            </w:r>
          </w:p>
        </w:tc>
        <w:tc>
          <w:tcPr>
            <w:tcW w:w="850" w:type="dxa"/>
            <w:textDirection w:val="btLr"/>
            <w:vAlign w:val="center"/>
          </w:tcPr>
          <w:p w:rsidR="00FA755B" w:rsidRPr="00951B68" w:rsidRDefault="00FA755B" w:rsidP="00FA755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B68">
              <w:rPr>
                <w:rFonts w:ascii="Times New Roman" w:hAnsi="Times New Roman"/>
                <w:sz w:val="24"/>
                <w:szCs w:val="24"/>
              </w:rPr>
              <w:t>243/311</w:t>
            </w:r>
            <w:r w:rsidR="001A357D" w:rsidRPr="00951B68">
              <w:rPr>
                <w:rFonts w:ascii="Times New Roman" w:hAnsi="Times New Roman"/>
                <w:sz w:val="24"/>
                <w:szCs w:val="24"/>
              </w:rPr>
              <w:t>,54</w:t>
            </w:r>
            <w:r w:rsidRPr="00951B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AD24EA" w:rsidRPr="00951B68" w:rsidRDefault="00AD24EA" w:rsidP="00A023A3">
      <w:pPr>
        <w:jc w:val="right"/>
        <w:rPr>
          <w:rFonts w:ascii="Times New Roman" w:hAnsi="Times New Roman"/>
          <w:sz w:val="28"/>
          <w:szCs w:val="28"/>
        </w:rPr>
      </w:pPr>
    </w:p>
    <w:p w:rsidR="003E428D" w:rsidRPr="00951B68" w:rsidRDefault="00306697" w:rsidP="00CF2528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  <w:sectPr w:rsidR="003E428D" w:rsidRPr="00951B68" w:rsidSect="00951B68">
          <w:headerReference w:type="default" r:id="rId12"/>
          <w:type w:val="continuous"/>
          <w:pgSz w:w="16834" w:h="11907" w:orient="landscape" w:code="9"/>
          <w:pgMar w:top="1134" w:right="674" w:bottom="1418" w:left="1701" w:header="272" w:footer="397" w:gutter="0"/>
          <w:cols w:space="720"/>
          <w:formProt w:val="0"/>
          <w:titlePg/>
          <w:docGrid w:linePitch="272"/>
        </w:sectPr>
      </w:pPr>
      <w:r w:rsidRPr="00951B68">
        <w:rPr>
          <w:rFonts w:ascii="Times New Roman" w:hAnsi="Times New Roman" w:cs="Times New Roman"/>
          <w:sz w:val="28"/>
          <w:szCs w:val="28"/>
        </w:rPr>
        <w:t>__________________</w:t>
      </w:r>
    </w:p>
    <w:p w:rsidR="006A7679" w:rsidRPr="00951B68" w:rsidRDefault="006A7679" w:rsidP="00AD24EA">
      <w:pPr>
        <w:jc w:val="right"/>
        <w:rPr>
          <w:rFonts w:ascii="Times New Roman" w:hAnsi="Times New Roman"/>
          <w:sz w:val="28"/>
          <w:szCs w:val="28"/>
        </w:rPr>
      </w:pPr>
    </w:p>
    <w:sectPr w:rsidR="006A7679" w:rsidRPr="00951B68" w:rsidSect="00951B68">
      <w:pgSz w:w="16834" w:h="11907" w:orient="landscape" w:code="9"/>
      <w:pgMar w:top="1134" w:right="851" w:bottom="1134" w:left="1701" w:header="272" w:footer="397" w:gutter="0"/>
      <w:pgNumType w:start="109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C3" w:rsidRDefault="00C146C3">
      <w:r>
        <w:separator/>
      </w:r>
    </w:p>
  </w:endnote>
  <w:endnote w:type="continuationSeparator" w:id="0">
    <w:p w:rsidR="00C146C3" w:rsidRDefault="00C1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7B2A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7B2A" w:rsidRDefault="00877B2A">
          <w:pPr>
            <w:pStyle w:val="a6"/>
          </w:pPr>
          <w:r>
            <w:rPr>
              <w:noProof/>
            </w:rPr>
            <w:drawing>
              <wp:inline distT="0" distB="0" distL="0" distR="0" wp14:anchorId="63DD54E1" wp14:editId="3D0E271C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7B2A" w:rsidRPr="00963E33" w:rsidRDefault="00877B2A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2FF422C" wp14:editId="759A8C7D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7B2A" w:rsidRPr="00963E33" w:rsidRDefault="00951B68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10171  26.04.2021 9:26:17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7B2A" w:rsidRPr="00F16F07" w:rsidRDefault="00877B2A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7B2A" w:rsidRPr="00963E33" w:rsidRDefault="00877B2A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7B2A" w:rsidRPr="009573D3" w:rsidRDefault="00877B2A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7B2A" w:rsidRPr="00963E33" w:rsidTr="00963E33">
      <w:tc>
        <w:tcPr>
          <w:tcW w:w="2538" w:type="dxa"/>
        </w:tcPr>
        <w:p w:rsidR="00877B2A" w:rsidRPr="00963E33" w:rsidRDefault="00877B2A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7B2A" w:rsidRPr="00963E33" w:rsidRDefault="00877B2A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7B2A" w:rsidRPr="00963E33" w:rsidRDefault="00877B2A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7B2A" w:rsidRPr="00963E33" w:rsidRDefault="00877B2A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7B2A" w:rsidRDefault="00877B2A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C3" w:rsidRDefault="00C146C3">
      <w:r>
        <w:separator/>
      </w:r>
    </w:p>
  </w:footnote>
  <w:footnote w:type="continuationSeparator" w:id="0">
    <w:p w:rsidR="00C146C3" w:rsidRDefault="00C14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2A" w:rsidRDefault="00CB4856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7B2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7B2A">
      <w:rPr>
        <w:rStyle w:val="a8"/>
        <w:noProof/>
      </w:rPr>
      <w:t>1</w:t>
    </w:r>
    <w:r>
      <w:rPr>
        <w:rStyle w:val="a8"/>
      </w:rPr>
      <w:fldChar w:fldCharType="end"/>
    </w:r>
  </w:p>
  <w:p w:rsidR="00877B2A" w:rsidRDefault="00877B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2A" w:rsidRPr="00481B88" w:rsidRDefault="00877B2A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7B2A" w:rsidRPr="00F33C05" w:rsidRDefault="00CB4856" w:rsidP="00F33C05">
    <w:pPr>
      <w:jc w:val="center"/>
      <w:rPr>
        <w:rFonts w:ascii="Times New Roman" w:hAnsi="Times New Roman"/>
        <w:sz w:val="28"/>
        <w:szCs w:val="28"/>
      </w:rPr>
    </w:pPr>
    <w:r w:rsidRPr="00F33C05">
      <w:rPr>
        <w:rFonts w:ascii="Times New Roman" w:hAnsi="Times New Roman"/>
        <w:sz w:val="28"/>
        <w:szCs w:val="28"/>
      </w:rPr>
      <w:fldChar w:fldCharType="begin"/>
    </w:r>
    <w:r w:rsidR="00877B2A" w:rsidRPr="00F33C05">
      <w:rPr>
        <w:rFonts w:ascii="Times New Roman" w:hAnsi="Times New Roman"/>
        <w:sz w:val="28"/>
        <w:szCs w:val="28"/>
      </w:rPr>
      <w:instrText xml:space="preserve">PAGE  </w:instrText>
    </w:r>
    <w:r w:rsidRPr="00F33C05">
      <w:rPr>
        <w:rFonts w:ascii="Times New Roman" w:hAnsi="Times New Roman"/>
        <w:sz w:val="28"/>
        <w:szCs w:val="28"/>
      </w:rPr>
      <w:fldChar w:fldCharType="separate"/>
    </w:r>
    <w:r w:rsidR="00FE789D">
      <w:rPr>
        <w:rFonts w:ascii="Times New Roman" w:hAnsi="Times New Roman"/>
        <w:noProof/>
        <w:sz w:val="28"/>
        <w:szCs w:val="28"/>
      </w:rPr>
      <w:t>109</w:t>
    </w:r>
    <w:r w:rsidRPr="00F33C05">
      <w:rPr>
        <w:rFonts w:ascii="Times New Roman" w:hAnsi="Times New Roman"/>
        <w:sz w:val="28"/>
        <w:szCs w:val="28"/>
      </w:rPr>
      <w:fldChar w:fldCharType="end"/>
    </w:r>
  </w:p>
  <w:p w:rsidR="00877B2A" w:rsidRPr="00E37801" w:rsidRDefault="00877B2A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WdEt2oLydlmuK6PHrL7Gb8loZTNjpg2SanitotUxa4RM/c6GuYbUc9pEu3pyj0IRp1zyr3EUjh9kCYhU0P6pA==" w:salt="CxOKDehzYU57Us7JCcRXS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5153"/>
    <w:rsid w:val="0000648B"/>
    <w:rsid w:val="0001322E"/>
    <w:rsid w:val="0001360F"/>
    <w:rsid w:val="000150ED"/>
    <w:rsid w:val="0001550D"/>
    <w:rsid w:val="0002612F"/>
    <w:rsid w:val="00030339"/>
    <w:rsid w:val="000312EC"/>
    <w:rsid w:val="00031322"/>
    <w:rsid w:val="0003205B"/>
    <w:rsid w:val="000323AD"/>
    <w:rsid w:val="00032AA7"/>
    <w:rsid w:val="000331B3"/>
    <w:rsid w:val="00033403"/>
    <w:rsid w:val="00033413"/>
    <w:rsid w:val="00033D03"/>
    <w:rsid w:val="00034C5A"/>
    <w:rsid w:val="00035213"/>
    <w:rsid w:val="00036499"/>
    <w:rsid w:val="00037C0C"/>
    <w:rsid w:val="0004027C"/>
    <w:rsid w:val="000412A6"/>
    <w:rsid w:val="00042395"/>
    <w:rsid w:val="00046C4D"/>
    <w:rsid w:val="000502A3"/>
    <w:rsid w:val="00050B0C"/>
    <w:rsid w:val="00051B8C"/>
    <w:rsid w:val="00053E54"/>
    <w:rsid w:val="00055206"/>
    <w:rsid w:val="000561E2"/>
    <w:rsid w:val="0005644C"/>
    <w:rsid w:val="000565E8"/>
    <w:rsid w:val="0005677F"/>
    <w:rsid w:val="000569F1"/>
    <w:rsid w:val="00056DEB"/>
    <w:rsid w:val="000574CD"/>
    <w:rsid w:val="00057516"/>
    <w:rsid w:val="000621EF"/>
    <w:rsid w:val="00062A18"/>
    <w:rsid w:val="00062E3F"/>
    <w:rsid w:val="00066294"/>
    <w:rsid w:val="00066AB8"/>
    <w:rsid w:val="000702F5"/>
    <w:rsid w:val="00073A7A"/>
    <w:rsid w:val="00074523"/>
    <w:rsid w:val="00076D5E"/>
    <w:rsid w:val="00081E3A"/>
    <w:rsid w:val="00082B60"/>
    <w:rsid w:val="00084C9B"/>
    <w:rsid w:val="00084DD3"/>
    <w:rsid w:val="0008619D"/>
    <w:rsid w:val="00086D66"/>
    <w:rsid w:val="00090FAC"/>
    <w:rsid w:val="000917C0"/>
    <w:rsid w:val="00091C33"/>
    <w:rsid w:val="000A275F"/>
    <w:rsid w:val="000A595F"/>
    <w:rsid w:val="000B01CD"/>
    <w:rsid w:val="000B0736"/>
    <w:rsid w:val="000B591F"/>
    <w:rsid w:val="000C37E8"/>
    <w:rsid w:val="000C5A4E"/>
    <w:rsid w:val="000D34F7"/>
    <w:rsid w:val="000D3521"/>
    <w:rsid w:val="000D5521"/>
    <w:rsid w:val="000D7623"/>
    <w:rsid w:val="000D7C8D"/>
    <w:rsid w:val="000E5D16"/>
    <w:rsid w:val="000E71BB"/>
    <w:rsid w:val="000E72A5"/>
    <w:rsid w:val="000F1075"/>
    <w:rsid w:val="000F1857"/>
    <w:rsid w:val="000F73F7"/>
    <w:rsid w:val="00105711"/>
    <w:rsid w:val="0010575E"/>
    <w:rsid w:val="001059CB"/>
    <w:rsid w:val="00105EC8"/>
    <w:rsid w:val="00107BC0"/>
    <w:rsid w:val="001145D8"/>
    <w:rsid w:val="00114E32"/>
    <w:rsid w:val="00122CF1"/>
    <w:rsid w:val="00122CFD"/>
    <w:rsid w:val="00127025"/>
    <w:rsid w:val="0013331E"/>
    <w:rsid w:val="00135556"/>
    <w:rsid w:val="00137B79"/>
    <w:rsid w:val="001402A0"/>
    <w:rsid w:val="00141C6B"/>
    <w:rsid w:val="001434E3"/>
    <w:rsid w:val="00145E00"/>
    <w:rsid w:val="001473C4"/>
    <w:rsid w:val="00147808"/>
    <w:rsid w:val="00147E70"/>
    <w:rsid w:val="00151370"/>
    <w:rsid w:val="00157AC7"/>
    <w:rsid w:val="00162E72"/>
    <w:rsid w:val="00163E29"/>
    <w:rsid w:val="0016463D"/>
    <w:rsid w:val="00165EF5"/>
    <w:rsid w:val="00167EC7"/>
    <w:rsid w:val="00170451"/>
    <w:rsid w:val="00172498"/>
    <w:rsid w:val="00175ABA"/>
    <w:rsid w:val="00175BE5"/>
    <w:rsid w:val="00177F67"/>
    <w:rsid w:val="00181957"/>
    <w:rsid w:val="00183235"/>
    <w:rsid w:val="0018509D"/>
    <w:rsid w:val="001850F4"/>
    <w:rsid w:val="00186D26"/>
    <w:rsid w:val="00190A74"/>
    <w:rsid w:val="00190FF9"/>
    <w:rsid w:val="00191A67"/>
    <w:rsid w:val="00192086"/>
    <w:rsid w:val="001935E8"/>
    <w:rsid w:val="00193C0D"/>
    <w:rsid w:val="001942B9"/>
    <w:rsid w:val="001946AB"/>
    <w:rsid w:val="001947BE"/>
    <w:rsid w:val="001A2BE6"/>
    <w:rsid w:val="001A357D"/>
    <w:rsid w:val="001A4959"/>
    <w:rsid w:val="001A5193"/>
    <w:rsid w:val="001A560F"/>
    <w:rsid w:val="001A5E05"/>
    <w:rsid w:val="001A70A9"/>
    <w:rsid w:val="001A78C3"/>
    <w:rsid w:val="001B0982"/>
    <w:rsid w:val="001B140D"/>
    <w:rsid w:val="001B1E20"/>
    <w:rsid w:val="001B32BA"/>
    <w:rsid w:val="001B3FB3"/>
    <w:rsid w:val="001B6899"/>
    <w:rsid w:val="001B6B7B"/>
    <w:rsid w:val="001C2213"/>
    <w:rsid w:val="001C22E1"/>
    <w:rsid w:val="001C24ED"/>
    <w:rsid w:val="001C2D5C"/>
    <w:rsid w:val="001C616D"/>
    <w:rsid w:val="001C6FF2"/>
    <w:rsid w:val="001D05EF"/>
    <w:rsid w:val="001D0AB1"/>
    <w:rsid w:val="001D20FB"/>
    <w:rsid w:val="001D47D3"/>
    <w:rsid w:val="001E0317"/>
    <w:rsid w:val="001E0EF8"/>
    <w:rsid w:val="001E1881"/>
    <w:rsid w:val="001E1E28"/>
    <w:rsid w:val="001E20F1"/>
    <w:rsid w:val="001E6A6E"/>
    <w:rsid w:val="001E7658"/>
    <w:rsid w:val="001F0E91"/>
    <w:rsid w:val="001F12E8"/>
    <w:rsid w:val="001F1528"/>
    <w:rsid w:val="001F228C"/>
    <w:rsid w:val="001F414F"/>
    <w:rsid w:val="001F64B8"/>
    <w:rsid w:val="001F6870"/>
    <w:rsid w:val="001F6B4C"/>
    <w:rsid w:val="001F7C83"/>
    <w:rsid w:val="0020084F"/>
    <w:rsid w:val="00202955"/>
    <w:rsid w:val="00202EA0"/>
    <w:rsid w:val="00203046"/>
    <w:rsid w:val="00205AB5"/>
    <w:rsid w:val="00212AAE"/>
    <w:rsid w:val="00215182"/>
    <w:rsid w:val="0021534D"/>
    <w:rsid w:val="00215EC3"/>
    <w:rsid w:val="00216D23"/>
    <w:rsid w:val="00217DD6"/>
    <w:rsid w:val="00217E64"/>
    <w:rsid w:val="002239D6"/>
    <w:rsid w:val="00223F5C"/>
    <w:rsid w:val="00224DBA"/>
    <w:rsid w:val="00225ABA"/>
    <w:rsid w:val="00227AA8"/>
    <w:rsid w:val="00231F1C"/>
    <w:rsid w:val="002332CD"/>
    <w:rsid w:val="00233878"/>
    <w:rsid w:val="002352B1"/>
    <w:rsid w:val="00235F91"/>
    <w:rsid w:val="002365C0"/>
    <w:rsid w:val="00236D1C"/>
    <w:rsid w:val="002377DA"/>
    <w:rsid w:val="00240DE7"/>
    <w:rsid w:val="00241D77"/>
    <w:rsid w:val="00242DDB"/>
    <w:rsid w:val="00244431"/>
    <w:rsid w:val="00244C8D"/>
    <w:rsid w:val="00245A9C"/>
    <w:rsid w:val="00245E27"/>
    <w:rsid w:val="00246591"/>
    <w:rsid w:val="00246A06"/>
    <w:rsid w:val="002479A2"/>
    <w:rsid w:val="00251673"/>
    <w:rsid w:val="002525B9"/>
    <w:rsid w:val="00253945"/>
    <w:rsid w:val="00256541"/>
    <w:rsid w:val="0026078A"/>
    <w:rsid w:val="0026087E"/>
    <w:rsid w:val="002610F6"/>
    <w:rsid w:val="0026141C"/>
    <w:rsid w:val="00261DE0"/>
    <w:rsid w:val="00263F90"/>
    <w:rsid w:val="00264C3D"/>
    <w:rsid w:val="00265420"/>
    <w:rsid w:val="00265C2D"/>
    <w:rsid w:val="00270905"/>
    <w:rsid w:val="002716B1"/>
    <w:rsid w:val="002717B7"/>
    <w:rsid w:val="002732EC"/>
    <w:rsid w:val="0027369E"/>
    <w:rsid w:val="00274E14"/>
    <w:rsid w:val="00275260"/>
    <w:rsid w:val="00275C8C"/>
    <w:rsid w:val="00275D18"/>
    <w:rsid w:val="002804B7"/>
    <w:rsid w:val="00280A6D"/>
    <w:rsid w:val="002820CF"/>
    <w:rsid w:val="0028334B"/>
    <w:rsid w:val="00284A49"/>
    <w:rsid w:val="00284BA7"/>
    <w:rsid w:val="002856AA"/>
    <w:rsid w:val="002864AA"/>
    <w:rsid w:val="00286559"/>
    <w:rsid w:val="002869E4"/>
    <w:rsid w:val="00286ECA"/>
    <w:rsid w:val="0028788C"/>
    <w:rsid w:val="002938B8"/>
    <w:rsid w:val="002953B6"/>
    <w:rsid w:val="002973C6"/>
    <w:rsid w:val="00297DDB"/>
    <w:rsid w:val="002A0F5A"/>
    <w:rsid w:val="002A1E33"/>
    <w:rsid w:val="002A4369"/>
    <w:rsid w:val="002A53B7"/>
    <w:rsid w:val="002A565F"/>
    <w:rsid w:val="002B06C7"/>
    <w:rsid w:val="002B0876"/>
    <w:rsid w:val="002B0C6F"/>
    <w:rsid w:val="002B1E52"/>
    <w:rsid w:val="002B1EF0"/>
    <w:rsid w:val="002B2B44"/>
    <w:rsid w:val="002B2E6A"/>
    <w:rsid w:val="002B42FF"/>
    <w:rsid w:val="002B4FB0"/>
    <w:rsid w:val="002B7A59"/>
    <w:rsid w:val="002C1247"/>
    <w:rsid w:val="002C2C5E"/>
    <w:rsid w:val="002C3FBD"/>
    <w:rsid w:val="002C4E60"/>
    <w:rsid w:val="002C6B4B"/>
    <w:rsid w:val="002C730D"/>
    <w:rsid w:val="002D0480"/>
    <w:rsid w:val="002D175C"/>
    <w:rsid w:val="002D2647"/>
    <w:rsid w:val="002D28C6"/>
    <w:rsid w:val="002D2FFE"/>
    <w:rsid w:val="002D7AC0"/>
    <w:rsid w:val="002E1205"/>
    <w:rsid w:val="002E2A85"/>
    <w:rsid w:val="002E3B6A"/>
    <w:rsid w:val="002E51A7"/>
    <w:rsid w:val="002E5A5F"/>
    <w:rsid w:val="002E7C35"/>
    <w:rsid w:val="002F1D75"/>
    <w:rsid w:val="002F1E81"/>
    <w:rsid w:val="002F2A37"/>
    <w:rsid w:val="002F35DC"/>
    <w:rsid w:val="002F50DD"/>
    <w:rsid w:val="002F67D4"/>
    <w:rsid w:val="002F76B7"/>
    <w:rsid w:val="002F786C"/>
    <w:rsid w:val="00302370"/>
    <w:rsid w:val="00304939"/>
    <w:rsid w:val="00306697"/>
    <w:rsid w:val="00310D92"/>
    <w:rsid w:val="00310EC1"/>
    <w:rsid w:val="00311FA9"/>
    <w:rsid w:val="0031356F"/>
    <w:rsid w:val="003143FD"/>
    <w:rsid w:val="00315A48"/>
    <w:rsid w:val="00315F23"/>
    <w:rsid w:val="003160CB"/>
    <w:rsid w:val="00320079"/>
    <w:rsid w:val="00321ACC"/>
    <w:rsid w:val="003222A3"/>
    <w:rsid w:val="0032251E"/>
    <w:rsid w:val="00322747"/>
    <w:rsid w:val="0032647C"/>
    <w:rsid w:val="003300C1"/>
    <w:rsid w:val="0033197A"/>
    <w:rsid w:val="00333A89"/>
    <w:rsid w:val="0033595F"/>
    <w:rsid w:val="003374BA"/>
    <w:rsid w:val="00337E0B"/>
    <w:rsid w:val="00342785"/>
    <w:rsid w:val="003429D3"/>
    <w:rsid w:val="003436B2"/>
    <w:rsid w:val="0034594A"/>
    <w:rsid w:val="003546EC"/>
    <w:rsid w:val="003565EF"/>
    <w:rsid w:val="00360A3F"/>
    <w:rsid w:val="00360A40"/>
    <w:rsid w:val="00364C07"/>
    <w:rsid w:val="0036544E"/>
    <w:rsid w:val="003673FB"/>
    <w:rsid w:val="00372E40"/>
    <w:rsid w:val="0037361A"/>
    <w:rsid w:val="003739D7"/>
    <w:rsid w:val="00373A5A"/>
    <w:rsid w:val="00375C57"/>
    <w:rsid w:val="00375CF3"/>
    <w:rsid w:val="00376043"/>
    <w:rsid w:val="00377B3C"/>
    <w:rsid w:val="00381102"/>
    <w:rsid w:val="003813C4"/>
    <w:rsid w:val="00383B53"/>
    <w:rsid w:val="003852D2"/>
    <w:rsid w:val="00385BCA"/>
    <w:rsid w:val="00386BF6"/>
    <w:rsid w:val="00386EAD"/>
    <w:rsid w:val="003870C2"/>
    <w:rsid w:val="0039067C"/>
    <w:rsid w:val="00395F00"/>
    <w:rsid w:val="003A2B76"/>
    <w:rsid w:val="003A48D6"/>
    <w:rsid w:val="003B188E"/>
    <w:rsid w:val="003B3C1D"/>
    <w:rsid w:val="003B4012"/>
    <w:rsid w:val="003B4C5A"/>
    <w:rsid w:val="003C0600"/>
    <w:rsid w:val="003C0C1E"/>
    <w:rsid w:val="003C2936"/>
    <w:rsid w:val="003C70C1"/>
    <w:rsid w:val="003D1992"/>
    <w:rsid w:val="003D1B79"/>
    <w:rsid w:val="003D3B8A"/>
    <w:rsid w:val="003D3BF8"/>
    <w:rsid w:val="003D54F8"/>
    <w:rsid w:val="003D659B"/>
    <w:rsid w:val="003E38E0"/>
    <w:rsid w:val="003E3F82"/>
    <w:rsid w:val="003E428D"/>
    <w:rsid w:val="003E663F"/>
    <w:rsid w:val="003E6CA9"/>
    <w:rsid w:val="003F0F2E"/>
    <w:rsid w:val="003F4F5E"/>
    <w:rsid w:val="003F7C41"/>
    <w:rsid w:val="00400906"/>
    <w:rsid w:val="00402347"/>
    <w:rsid w:val="0040345E"/>
    <w:rsid w:val="00414151"/>
    <w:rsid w:val="00416FC7"/>
    <w:rsid w:val="00417D9C"/>
    <w:rsid w:val="00417DCD"/>
    <w:rsid w:val="004214BA"/>
    <w:rsid w:val="004235CA"/>
    <w:rsid w:val="004250B3"/>
    <w:rsid w:val="00425300"/>
    <w:rsid w:val="0042590E"/>
    <w:rsid w:val="00426855"/>
    <w:rsid w:val="00430ED2"/>
    <w:rsid w:val="00433C24"/>
    <w:rsid w:val="004355C6"/>
    <w:rsid w:val="004357F0"/>
    <w:rsid w:val="00436B6C"/>
    <w:rsid w:val="00437F65"/>
    <w:rsid w:val="0044314C"/>
    <w:rsid w:val="004437E6"/>
    <w:rsid w:val="00444F1D"/>
    <w:rsid w:val="00445091"/>
    <w:rsid w:val="00447296"/>
    <w:rsid w:val="00450941"/>
    <w:rsid w:val="00451698"/>
    <w:rsid w:val="00451960"/>
    <w:rsid w:val="004528FA"/>
    <w:rsid w:val="0045452D"/>
    <w:rsid w:val="00454F44"/>
    <w:rsid w:val="00457019"/>
    <w:rsid w:val="004600FD"/>
    <w:rsid w:val="0046050A"/>
    <w:rsid w:val="00460FB7"/>
    <w:rsid w:val="00460FEA"/>
    <w:rsid w:val="00463585"/>
    <w:rsid w:val="0046439A"/>
    <w:rsid w:val="00464920"/>
    <w:rsid w:val="00466BB7"/>
    <w:rsid w:val="00466BC3"/>
    <w:rsid w:val="0046765A"/>
    <w:rsid w:val="00467792"/>
    <w:rsid w:val="0047203B"/>
    <w:rsid w:val="004721CC"/>
    <w:rsid w:val="004734B7"/>
    <w:rsid w:val="00477BBD"/>
    <w:rsid w:val="00481B88"/>
    <w:rsid w:val="00483B25"/>
    <w:rsid w:val="004851CF"/>
    <w:rsid w:val="0048535E"/>
    <w:rsid w:val="00485B4F"/>
    <w:rsid w:val="004862D1"/>
    <w:rsid w:val="00491049"/>
    <w:rsid w:val="004A2ECB"/>
    <w:rsid w:val="004A5C16"/>
    <w:rsid w:val="004A7A79"/>
    <w:rsid w:val="004B2D44"/>
    <w:rsid w:val="004B2D5A"/>
    <w:rsid w:val="004B3196"/>
    <w:rsid w:val="004B36AD"/>
    <w:rsid w:val="004B6ED7"/>
    <w:rsid w:val="004C3539"/>
    <w:rsid w:val="004C419C"/>
    <w:rsid w:val="004C56E3"/>
    <w:rsid w:val="004C7485"/>
    <w:rsid w:val="004D0DB7"/>
    <w:rsid w:val="004D1AB5"/>
    <w:rsid w:val="004D20FA"/>
    <w:rsid w:val="004D293D"/>
    <w:rsid w:val="004D4D20"/>
    <w:rsid w:val="004E2515"/>
    <w:rsid w:val="004E2B3A"/>
    <w:rsid w:val="004E2E39"/>
    <w:rsid w:val="004E527F"/>
    <w:rsid w:val="004F06DE"/>
    <w:rsid w:val="004F0A49"/>
    <w:rsid w:val="004F36EA"/>
    <w:rsid w:val="004F44FE"/>
    <w:rsid w:val="00501816"/>
    <w:rsid w:val="00501FEB"/>
    <w:rsid w:val="00503FAA"/>
    <w:rsid w:val="005055C3"/>
    <w:rsid w:val="00505F6F"/>
    <w:rsid w:val="00510302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37ACB"/>
    <w:rsid w:val="005401FE"/>
    <w:rsid w:val="005410D9"/>
    <w:rsid w:val="00543241"/>
    <w:rsid w:val="00543C38"/>
    <w:rsid w:val="00543C6E"/>
    <w:rsid w:val="00543D2D"/>
    <w:rsid w:val="00544265"/>
    <w:rsid w:val="005450D1"/>
    <w:rsid w:val="00545A3D"/>
    <w:rsid w:val="00545F92"/>
    <w:rsid w:val="00546DBB"/>
    <w:rsid w:val="00547507"/>
    <w:rsid w:val="00551C20"/>
    <w:rsid w:val="00553405"/>
    <w:rsid w:val="0055377E"/>
    <w:rsid w:val="0055627F"/>
    <w:rsid w:val="00557A21"/>
    <w:rsid w:val="005601C4"/>
    <w:rsid w:val="00560BED"/>
    <w:rsid w:val="0056174A"/>
    <w:rsid w:val="0056187B"/>
    <w:rsid w:val="005618E0"/>
    <w:rsid w:val="00561A5B"/>
    <w:rsid w:val="005638C0"/>
    <w:rsid w:val="00564E75"/>
    <w:rsid w:val="00564ED7"/>
    <w:rsid w:val="00567F70"/>
    <w:rsid w:val="0057074C"/>
    <w:rsid w:val="00570BF5"/>
    <w:rsid w:val="00573FBF"/>
    <w:rsid w:val="00574FF3"/>
    <w:rsid w:val="00575F67"/>
    <w:rsid w:val="005768CB"/>
    <w:rsid w:val="00577C2C"/>
    <w:rsid w:val="00581FC2"/>
    <w:rsid w:val="00582538"/>
    <w:rsid w:val="00582B88"/>
    <w:rsid w:val="005838DE"/>
    <w:rsid w:val="005838EA"/>
    <w:rsid w:val="00584175"/>
    <w:rsid w:val="00585EE1"/>
    <w:rsid w:val="00590C0E"/>
    <w:rsid w:val="0059158B"/>
    <w:rsid w:val="005939E6"/>
    <w:rsid w:val="00593E29"/>
    <w:rsid w:val="005958E0"/>
    <w:rsid w:val="005A110F"/>
    <w:rsid w:val="005A25BF"/>
    <w:rsid w:val="005A4227"/>
    <w:rsid w:val="005A53D1"/>
    <w:rsid w:val="005A63CB"/>
    <w:rsid w:val="005A68B3"/>
    <w:rsid w:val="005A6F13"/>
    <w:rsid w:val="005B229B"/>
    <w:rsid w:val="005B3518"/>
    <w:rsid w:val="005B48DE"/>
    <w:rsid w:val="005C3228"/>
    <w:rsid w:val="005C39D3"/>
    <w:rsid w:val="005C450F"/>
    <w:rsid w:val="005C49D9"/>
    <w:rsid w:val="005C56AE"/>
    <w:rsid w:val="005C590A"/>
    <w:rsid w:val="005C5D0E"/>
    <w:rsid w:val="005C6184"/>
    <w:rsid w:val="005C7449"/>
    <w:rsid w:val="005D00C6"/>
    <w:rsid w:val="005D098F"/>
    <w:rsid w:val="005D3823"/>
    <w:rsid w:val="005D5FBF"/>
    <w:rsid w:val="005D66EC"/>
    <w:rsid w:val="005E15F2"/>
    <w:rsid w:val="005E4120"/>
    <w:rsid w:val="005E4735"/>
    <w:rsid w:val="005E54BD"/>
    <w:rsid w:val="005E5724"/>
    <w:rsid w:val="005E5942"/>
    <w:rsid w:val="005E6D99"/>
    <w:rsid w:val="005F2396"/>
    <w:rsid w:val="005F2A21"/>
    <w:rsid w:val="005F2ADD"/>
    <w:rsid w:val="005F2C49"/>
    <w:rsid w:val="005F4260"/>
    <w:rsid w:val="005F4747"/>
    <w:rsid w:val="005F53E2"/>
    <w:rsid w:val="005F5E89"/>
    <w:rsid w:val="006013EB"/>
    <w:rsid w:val="00602AC7"/>
    <w:rsid w:val="00602D9E"/>
    <w:rsid w:val="00602F7C"/>
    <w:rsid w:val="0060353F"/>
    <w:rsid w:val="0060479E"/>
    <w:rsid w:val="00604BE7"/>
    <w:rsid w:val="006073A1"/>
    <w:rsid w:val="006128C5"/>
    <w:rsid w:val="00616270"/>
    <w:rsid w:val="00616AED"/>
    <w:rsid w:val="00617F87"/>
    <w:rsid w:val="00620EA3"/>
    <w:rsid w:val="00622B37"/>
    <w:rsid w:val="0062408D"/>
    <w:rsid w:val="006250E8"/>
    <w:rsid w:val="00625810"/>
    <w:rsid w:val="00626BC2"/>
    <w:rsid w:val="00632A4F"/>
    <w:rsid w:val="00632B56"/>
    <w:rsid w:val="0063437C"/>
    <w:rsid w:val="006351E3"/>
    <w:rsid w:val="00635639"/>
    <w:rsid w:val="00635A10"/>
    <w:rsid w:val="00641306"/>
    <w:rsid w:val="006423B4"/>
    <w:rsid w:val="00643652"/>
    <w:rsid w:val="00644236"/>
    <w:rsid w:val="006471E5"/>
    <w:rsid w:val="00651B67"/>
    <w:rsid w:val="006555A6"/>
    <w:rsid w:val="00655C8A"/>
    <w:rsid w:val="00655D90"/>
    <w:rsid w:val="0065606D"/>
    <w:rsid w:val="00656E52"/>
    <w:rsid w:val="00663D7E"/>
    <w:rsid w:val="00665D0F"/>
    <w:rsid w:val="00671392"/>
    <w:rsid w:val="006713DB"/>
    <w:rsid w:val="00671D3B"/>
    <w:rsid w:val="00672657"/>
    <w:rsid w:val="00673B19"/>
    <w:rsid w:val="00674D38"/>
    <w:rsid w:val="00674DAC"/>
    <w:rsid w:val="00684A5B"/>
    <w:rsid w:val="00685EB1"/>
    <w:rsid w:val="006863F6"/>
    <w:rsid w:val="00686C84"/>
    <w:rsid w:val="00690063"/>
    <w:rsid w:val="00691D0C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006C"/>
    <w:rsid w:val="006B6AB0"/>
    <w:rsid w:val="006B6DDD"/>
    <w:rsid w:val="006B725F"/>
    <w:rsid w:val="006C33D0"/>
    <w:rsid w:val="006C6B02"/>
    <w:rsid w:val="006D103D"/>
    <w:rsid w:val="006D16F2"/>
    <w:rsid w:val="006E134A"/>
    <w:rsid w:val="006E35F7"/>
    <w:rsid w:val="006E38A7"/>
    <w:rsid w:val="006E42A0"/>
    <w:rsid w:val="006E58E6"/>
    <w:rsid w:val="006F2435"/>
    <w:rsid w:val="006F26C5"/>
    <w:rsid w:val="006F328B"/>
    <w:rsid w:val="006F3444"/>
    <w:rsid w:val="006F4A92"/>
    <w:rsid w:val="006F5886"/>
    <w:rsid w:val="006F7462"/>
    <w:rsid w:val="0070027C"/>
    <w:rsid w:val="007018B7"/>
    <w:rsid w:val="007045A3"/>
    <w:rsid w:val="00705B03"/>
    <w:rsid w:val="00706AFE"/>
    <w:rsid w:val="00707734"/>
    <w:rsid w:val="00707DCC"/>
    <w:rsid w:val="00707E19"/>
    <w:rsid w:val="00712191"/>
    <w:rsid w:val="00712F7C"/>
    <w:rsid w:val="00712FB1"/>
    <w:rsid w:val="0071487E"/>
    <w:rsid w:val="00715A5E"/>
    <w:rsid w:val="00715A8C"/>
    <w:rsid w:val="0071639E"/>
    <w:rsid w:val="00716972"/>
    <w:rsid w:val="00716F3E"/>
    <w:rsid w:val="00717CFC"/>
    <w:rsid w:val="007207F3"/>
    <w:rsid w:val="0072328A"/>
    <w:rsid w:val="0072381F"/>
    <w:rsid w:val="00730B39"/>
    <w:rsid w:val="00735794"/>
    <w:rsid w:val="00736785"/>
    <w:rsid w:val="007375E1"/>
    <w:rsid w:val="007377B5"/>
    <w:rsid w:val="0074290F"/>
    <w:rsid w:val="00743039"/>
    <w:rsid w:val="00743816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473"/>
    <w:rsid w:val="007646F0"/>
    <w:rsid w:val="00765600"/>
    <w:rsid w:val="007676F2"/>
    <w:rsid w:val="0077009C"/>
    <w:rsid w:val="00770AE9"/>
    <w:rsid w:val="007712BB"/>
    <w:rsid w:val="00771721"/>
    <w:rsid w:val="00772658"/>
    <w:rsid w:val="007726EE"/>
    <w:rsid w:val="007731C2"/>
    <w:rsid w:val="00773D4D"/>
    <w:rsid w:val="00777B81"/>
    <w:rsid w:val="00782A68"/>
    <w:rsid w:val="00782F1B"/>
    <w:rsid w:val="007851F2"/>
    <w:rsid w:val="007917C2"/>
    <w:rsid w:val="00791C9F"/>
    <w:rsid w:val="00792AAB"/>
    <w:rsid w:val="007930DE"/>
    <w:rsid w:val="00793B47"/>
    <w:rsid w:val="00793E37"/>
    <w:rsid w:val="00797800"/>
    <w:rsid w:val="007A1D0C"/>
    <w:rsid w:val="007A1EBB"/>
    <w:rsid w:val="007A2A7B"/>
    <w:rsid w:val="007A360E"/>
    <w:rsid w:val="007A73ED"/>
    <w:rsid w:val="007B11EA"/>
    <w:rsid w:val="007B3AE0"/>
    <w:rsid w:val="007B4498"/>
    <w:rsid w:val="007B61B7"/>
    <w:rsid w:val="007B65B0"/>
    <w:rsid w:val="007B6C41"/>
    <w:rsid w:val="007B6DA1"/>
    <w:rsid w:val="007D0396"/>
    <w:rsid w:val="007D14C5"/>
    <w:rsid w:val="007D2E00"/>
    <w:rsid w:val="007D4132"/>
    <w:rsid w:val="007D4925"/>
    <w:rsid w:val="007D6774"/>
    <w:rsid w:val="007D7398"/>
    <w:rsid w:val="007D784D"/>
    <w:rsid w:val="007E1DFE"/>
    <w:rsid w:val="007E22FA"/>
    <w:rsid w:val="007E3AEC"/>
    <w:rsid w:val="007E4534"/>
    <w:rsid w:val="007E61BA"/>
    <w:rsid w:val="007E7233"/>
    <w:rsid w:val="007F0C8A"/>
    <w:rsid w:val="007F11AB"/>
    <w:rsid w:val="007F18CB"/>
    <w:rsid w:val="007F6327"/>
    <w:rsid w:val="008034D1"/>
    <w:rsid w:val="0080487D"/>
    <w:rsid w:val="00807BA5"/>
    <w:rsid w:val="00807EDF"/>
    <w:rsid w:val="008143CB"/>
    <w:rsid w:val="0081451C"/>
    <w:rsid w:val="0081614B"/>
    <w:rsid w:val="00820BBE"/>
    <w:rsid w:val="00821343"/>
    <w:rsid w:val="00823C13"/>
    <w:rsid w:val="00823CA1"/>
    <w:rsid w:val="00826AAD"/>
    <w:rsid w:val="00826CEC"/>
    <w:rsid w:val="00827AD1"/>
    <w:rsid w:val="00832847"/>
    <w:rsid w:val="00840FFE"/>
    <w:rsid w:val="00841E7A"/>
    <w:rsid w:val="008472AA"/>
    <w:rsid w:val="008513B9"/>
    <w:rsid w:val="00851DD0"/>
    <w:rsid w:val="00852B71"/>
    <w:rsid w:val="00853831"/>
    <w:rsid w:val="00860A4D"/>
    <w:rsid w:val="00864C6F"/>
    <w:rsid w:val="00866788"/>
    <w:rsid w:val="008702D3"/>
    <w:rsid w:val="00870F29"/>
    <w:rsid w:val="00876034"/>
    <w:rsid w:val="00877A7F"/>
    <w:rsid w:val="00877B2A"/>
    <w:rsid w:val="0088033A"/>
    <w:rsid w:val="008825FB"/>
    <w:rsid w:val="008827E7"/>
    <w:rsid w:val="00884152"/>
    <w:rsid w:val="0088759E"/>
    <w:rsid w:val="00887F1B"/>
    <w:rsid w:val="00890AAE"/>
    <w:rsid w:val="00890F3F"/>
    <w:rsid w:val="00891305"/>
    <w:rsid w:val="00892D10"/>
    <w:rsid w:val="00893778"/>
    <w:rsid w:val="00893EC0"/>
    <w:rsid w:val="008945F7"/>
    <w:rsid w:val="008968EA"/>
    <w:rsid w:val="008A0DA9"/>
    <w:rsid w:val="008A1696"/>
    <w:rsid w:val="008A1BE4"/>
    <w:rsid w:val="008A2FAC"/>
    <w:rsid w:val="008A45B8"/>
    <w:rsid w:val="008A45E7"/>
    <w:rsid w:val="008B28D9"/>
    <w:rsid w:val="008B429E"/>
    <w:rsid w:val="008B4345"/>
    <w:rsid w:val="008B4F03"/>
    <w:rsid w:val="008B66AD"/>
    <w:rsid w:val="008C342C"/>
    <w:rsid w:val="008C55BD"/>
    <w:rsid w:val="008C58FE"/>
    <w:rsid w:val="008D064E"/>
    <w:rsid w:val="008D3F7B"/>
    <w:rsid w:val="008D7536"/>
    <w:rsid w:val="008E0433"/>
    <w:rsid w:val="008E2BE7"/>
    <w:rsid w:val="008E5CEF"/>
    <w:rsid w:val="008E6C41"/>
    <w:rsid w:val="008E7F2D"/>
    <w:rsid w:val="008F0816"/>
    <w:rsid w:val="008F6BB7"/>
    <w:rsid w:val="00900BD5"/>
    <w:rsid w:val="00900F42"/>
    <w:rsid w:val="0090151E"/>
    <w:rsid w:val="00901D73"/>
    <w:rsid w:val="00902776"/>
    <w:rsid w:val="00903A42"/>
    <w:rsid w:val="00904350"/>
    <w:rsid w:val="0091024B"/>
    <w:rsid w:val="0091198F"/>
    <w:rsid w:val="00912A16"/>
    <w:rsid w:val="00920670"/>
    <w:rsid w:val="00921243"/>
    <w:rsid w:val="009316C1"/>
    <w:rsid w:val="00932E3C"/>
    <w:rsid w:val="00933A97"/>
    <w:rsid w:val="00933CCE"/>
    <w:rsid w:val="0094202E"/>
    <w:rsid w:val="009433A0"/>
    <w:rsid w:val="00943460"/>
    <w:rsid w:val="009468C4"/>
    <w:rsid w:val="00951B68"/>
    <w:rsid w:val="009530C1"/>
    <w:rsid w:val="00955560"/>
    <w:rsid w:val="009573D3"/>
    <w:rsid w:val="009577D5"/>
    <w:rsid w:val="009609F4"/>
    <w:rsid w:val="00962461"/>
    <w:rsid w:val="00962872"/>
    <w:rsid w:val="00963E33"/>
    <w:rsid w:val="00965319"/>
    <w:rsid w:val="00967212"/>
    <w:rsid w:val="00971AF1"/>
    <w:rsid w:val="00972D16"/>
    <w:rsid w:val="0097362A"/>
    <w:rsid w:val="009751F7"/>
    <w:rsid w:val="00976570"/>
    <w:rsid w:val="00982BBE"/>
    <w:rsid w:val="0098365D"/>
    <w:rsid w:val="00985C93"/>
    <w:rsid w:val="0098684F"/>
    <w:rsid w:val="00987F2E"/>
    <w:rsid w:val="00991D48"/>
    <w:rsid w:val="00992AAD"/>
    <w:rsid w:val="00993540"/>
    <w:rsid w:val="0099387F"/>
    <w:rsid w:val="00994AC0"/>
    <w:rsid w:val="009952BC"/>
    <w:rsid w:val="0099541D"/>
    <w:rsid w:val="009960AC"/>
    <w:rsid w:val="00996A85"/>
    <w:rsid w:val="009977FF"/>
    <w:rsid w:val="009A0155"/>
    <w:rsid w:val="009A085B"/>
    <w:rsid w:val="009A241C"/>
    <w:rsid w:val="009B0F1A"/>
    <w:rsid w:val="009B109F"/>
    <w:rsid w:val="009B5951"/>
    <w:rsid w:val="009B6127"/>
    <w:rsid w:val="009C0027"/>
    <w:rsid w:val="009C01BC"/>
    <w:rsid w:val="009C0783"/>
    <w:rsid w:val="009C1DE6"/>
    <w:rsid w:val="009C1F0E"/>
    <w:rsid w:val="009C283B"/>
    <w:rsid w:val="009C5423"/>
    <w:rsid w:val="009C55EB"/>
    <w:rsid w:val="009C6AF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3B72"/>
    <w:rsid w:val="009F6ACA"/>
    <w:rsid w:val="009F74AB"/>
    <w:rsid w:val="00A01F45"/>
    <w:rsid w:val="00A023A3"/>
    <w:rsid w:val="00A04E43"/>
    <w:rsid w:val="00A06428"/>
    <w:rsid w:val="00A1314B"/>
    <w:rsid w:val="00A13160"/>
    <w:rsid w:val="00A131D5"/>
    <w:rsid w:val="00A137D3"/>
    <w:rsid w:val="00A17B1F"/>
    <w:rsid w:val="00A20732"/>
    <w:rsid w:val="00A21366"/>
    <w:rsid w:val="00A2401D"/>
    <w:rsid w:val="00A25DD8"/>
    <w:rsid w:val="00A31915"/>
    <w:rsid w:val="00A331F5"/>
    <w:rsid w:val="00A35B16"/>
    <w:rsid w:val="00A36AC3"/>
    <w:rsid w:val="00A373A3"/>
    <w:rsid w:val="00A421E1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558C7"/>
    <w:rsid w:val="00A61CB8"/>
    <w:rsid w:val="00A6712D"/>
    <w:rsid w:val="00A7176A"/>
    <w:rsid w:val="00A73998"/>
    <w:rsid w:val="00A74FAF"/>
    <w:rsid w:val="00A76FFD"/>
    <w:rsid w:val="00A83732"/>
    <w:rsid w:val="00A8593C"/>
    <w:rsid w:val="00A86DF1"/>
    <w:rsid w:val="00A90707"/>
    <w:rsid w:val="00A95D01"/>
    <w:rsid w:val="00A9610D"/>
    <w:rsid w:val="00A96F84"/>
    <w:rsid w:val="00A97A19"/>
    <w:rsid w:val="00A97CB9"/>
    <w:rsid w:val="00AA0523"/>
    <w:rsid w:val="00AA1295"/>
    <w:rsid w:val="00AA3010"/>
    <w:rsid w:val="00AA699C"/>
    <w:rsid w:val="00AA7658"/>
    <w:rsid w:val="00AB0CDD"/>
    <w:rsid w:val="00AB3938"/>
    <w:rsid w:val="00AB4004"/>
    <w:rsid w:val="00AB4331"/>
    <w:rsid w:val="00AB63EB"/>
    <w:rsid w:val="00AB79C2"/>
    <w:rsid w:val="00AC1EFE"/>
    <w:rsid w:val="00AC3953"/>
    <w:rsid w:val="00AC59FB"/>
    <w:rsid w:val="00AC6D23"/>
    <w:rsid w:val="00AC7150"/>
    <w:rsid w:val="00AD1E00"/>
    <w:rsid w:val="00AD24EA"/>
    <w:rsid w:val="00AD5A54"/>
    <w:rsid w:val="00AD6E3A"/>
    <w:rsid w:val="00AE14BB"/>
    <w:rsid w:val="00AE1DCA"/>
    <w:rsid w:val="00AE272E"/>
    <w:rsid w:val="00AE5545"/>
    <w:rsid w:val="00AE55C9"/>
    <w:rsid w:val="00AE579A"/>
    <w:rsid w:val="00AE6C18"/>
    <w:rsid w:val="00AE7DFF"/>
    <w:rsid w:val="00AF05B5"/>
    <w:rsid w:val="00AF244E"/>
    <w:rsid w:val="00AF498D"/>
    <w:rsid w:val="00AF5F7C"/>
    <w:rsid w:val="00AF73C3"/>
    <w:rsid w:val="00AF7CA3"/>
    <w:rsid w:val="00B02186"/>
    <w:rsid w:val="00B02207"/>
    <w:rsid w:val="00B03403"/>
    <w:rsid w:val="00B04AE5"/>
    <w:rsid w:val="00B04BE5"/>
    <w:rsid w:val="00B063FA"/>
    <w:rsid w:val="00B072E5"/>
    <w:rsid w:val="00B10324"/>
    <w:rsid w:val="00B10933"/>
    <w:rsid w:val="00B11CB6"/>
    <w:rsid w:val="00B122FF"/>
    <w:rsid w:val="00B152CF"/>
    <w:rsid w:val="00B15E6A"/>
    <w:rsid w:val="00B20AB2"/>
    <w:rsid w:val="00B22BE5"/>
    <w:rsid w:val="00B26080"/>
    <w:rsid w:val="00B262FD"/>
    <w:rsid w:val="00B30154"/>
    <w:rsid w:val="00B30382"/>
    <w:rsid w:val="00B30A7E"/>
    <w:rsid w:val="00B318E7"/>
    <w:rsid w:val="00B34368"/>
    <w:rsid w:val="00B34FE2"/>
    <w:rsid w:val="00B376B1"/>
    <w:rsid w:val="00B4114E"/>
    <w:rsid w:val="00B42ABB"/>
    <w:rsid w:val="00B4433D"/>
    <w:rsid w:val="00B52684"/>
    <w:rsid w:val="00B56260"/>
    <w:rsid w:val="00B620D9"/>
    <w:rsid w:val="00B633DB"/>
    <w:rsid w:val="00B639ED"/>
    <w:rsid w:val="00B662EF"/>
    <w:rsid w:val="00B66A8C"/>
    <w:rsid w:val="00B67FA6"/>
    <w:rsid w:val="00B71C1A"/>
    <w:rsid w:val="00B7416B"/>
    <w:rsid w:val="00B75E26"/>
    <w:rsid w:val="00B7607F"/>
    <w:rsid w:val="00B771C3"/>
    <w:rsid w:val="00B8061C"/>
    <w:rsid w:val="00B815A0"/>
    <w:rsid w:val="00B81815"/>
    <w:rsid w:val="00B83BA2"/>
    <w:rsid w:val="00B849DE"/>
    <w:rsid w:val="00B853AA"/>
    <w:rsid w:val="00B875BF"/>
    <w:rsid w:val="00B90788"/>
    <w:rsid w:val="00B9163A"/>
    <w:rsid w:val="00B91F62"/>
    <w:rsid w:val="00B9256A"/>
    <w:rsid w:val="00B93974"/>
    <w:rsid w:val="00B93E23"/>
    <w:rsid w:val="00B93FCC"/>
    <w:rsid w:val="00B969A7"/>
    <w:rsid w:val="00B9718D"/>
    <w:rsid w:val="00B97B91"/>
    <w:rsid w:val="00BA1EE3"/>
    <w:rsid w:val="00BB139F"/>
    <w:rsid w:val="00BB29F5"/>
    <w:rsid w:val="00BB2C98"/>
    <w:rsid w:val="00BB2F1C"/>
    <w:rsid w:val="00BB4903"/>
    <w:rsid w:val="00BC0196"/>
    <w:rsid w:val="00BC1ADF"/>
    <w:rsid w:val="00BC27A1"/>
    <w:rsid w:val="00BC2F0E"/>
    <w:rsid w:val="00BC5BD3"/>
    <w:rsid w:val="00BD0B82"/>
    <w:rsid w:val="00BD66DC"/>
    <w:rsid w:val="00BD7CE3"/>
    <w:rsid w:val="00BE15EC"/>
    <w:rsid w:val="00BE2105"/>
    <w:rsid w:val="00BE3198"/>
    <w:rsid w:val="00BE384E"/>
    <w:rsid w:val="00BE57A2"/>
    <w:rsid w:val="00BE5C9D"/>
    <w:rsid w:val="00BE6997"/>
    <w:rsid w:val="00BE7C21"/>
    <w:rsid w:val="00BF3E23"/>
    <w:rsid w:val="00BF4F5F"/>
    <w:rsid w:val="00BF5D68"/>
    <w:rsid w:val="00C00219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46C3"/>
    <w:rsid w:val="00C15146"/>
    <w:rsid w:val="00C1527E"/>
    <w:rsid w:val="00C17A23"/>
    <w:rsid w:val="00C17E61"/>
    <w:rsid w:val="00C21B6A"/>
    <w:rsid w:val="00C2202B"/>
    <w:rsid w:val="00C24049"/>
    <w:rsid w:val="00C25F89"/>
    <w:rsid w:val="00C266E0"/>
    <w:rsid w:val="00C27F1D"/>
    <w:rsid w:val="00C314F6"/>
    <w:rsid w:val="00C32073"/>
    <w:rsid w:val="00C32295"/>
    <w:rsid w:val="00C32E27"/>
    <w:rsid w:val="00C333E9"/>
    <w:rsid w:val="00C34718"/>
    <w:rsid w:val="00C35E95"/>
    <w:rsid w:val="00C375F2"/>
    <w:rsid w:val="00C37695"/>
    <w:rsid w:val="00C37889"/>
    <w:rsid w:val="00C42A0C"/>
    <w:rsid w:val="00C46D42"/>
    <w:rsid w:val="00C50C32"/>
    <w:rsid w:val="00C5173C"/>
    <w:rsid w:val="00C53546"/>
    <w:rsid w:val="00C55AFD"/>
    <w:rsid w:val="00C57CB7"/>
    <w:rsid w:val="00C60178"/>
    <w:rsid w:val="00C613AC"/>
    <w:rsid w:val="00C61760"/>
    <w:rsid w:val="00C62955"/>
    <w:rsid w:val="00C62B07"/>
    <w:rsid w:val="00C63C63"/>
    <w:rsid w:val="00C63CD6"/>
    <w:rsid w:val="00C65C64"/>
    <w:rsid w:val="00C65FC3"/>
    <w:rsid w:val="00C72943"/>
    <w:rsid w:val="00C72E9B"/>
    <w:rsid w:val="00C74B2C"/>
    <w:rsid w:val="00C75D83"/>
    <w:rsid w:val="00C76FFB"/>
    <w:rsid w:val="00C80829"/>
    <w:rsid w:val="00C842AE"/>
    <w:rsid w:val="00C87D95"/>
    <w:rsid w:val="00C9077A"/>
    <w:rsid w:val="00C91A5D"/>
    <w:rsid w:val="00C91C9E"/>
    <w:rsid w:val="00C95CD2"/>
    <w:rsid w:val="00C963DA"/>
    <w:rsid w:val="00C973E2"/>
    <w:rsid w:val="00CA033E"/>
    <w:rsid w:val="00CA051B"/>
    <w:rsid w:val="00CA42B5"/>
    <w:rsid w:val="00CA42BE"/>
    <w:rsid w:val="00CA4D55"/>
    <w:rsid w:val="00CB0321"/>
    <w:rsid w:val="00CB0E76"/>
    <w:rsid w:val="00CB2386"/>
    <w:rsid w:val="00CB330C"/>
    <w:rsid w:val="00CB3CBE"/>
    <w:rsid w:val="00CB4856"/>
    <w:rsid w:val="00CC0A2F"/>
    <w:rsid w:val="00CC153F"/>
    <w:rsid w:val="00CC2AD7"/>
    <w:rsid w:val="00CC2B55"/>
    <w:rsid w:val="00CC31A1"/>
    <w:rsid w:val="00CD14F9"/>
    <w:rsid w:val="00CD1E77"/>
    <w:rsid w:val="00CD60DB"/>
    <w:rsid w:val="00CE1F4D"/>
    <w:rsid w:val="00CE2D8B"/>
    <w:rsid w:val="00CE3CB0"/>
    <w:rsid w:val="00CE4F98"/>
    <w:rsid w:val="00CE601B"/>
    <w:rsid w:val="00CE7CE7"/>
    <w:rsid w:val="00CF03D8"/>
    <w:rsid w:val="00CF2528"/>
    <w:rsid w:val="00CF627E"/>
    <w:rsid w:val="00CF6AA8"/>
    <w:rsid w:val="00D015D5"/>
    <w:rsid w:val="00D03D68"/>
    <w:rsid w:val="00D11B91"/>
    <w:rsid w:val="00D12AC1"/>
    <w:rsid w:val="00D179B7"/>
    <w:rsid w:val="00D22263"/>
    <w:rsid w:val="00D2603A"/>
    <w:rsid w:val="00D266DD"/>
    <w:rsid w:val="00D26F51"/>
    <w:rsid w:val="00D27BA4"/>
    <w:rsid w:val="00D32B04"/>
    <w:rsid w:val="00D374E7"/>
    <w:rsid w:val="00D41037"/>
    <w:rsid w:val="00D42752"/>
    <w:rsid w:val="00D42A57"/>
    <w:rsid w:val="00D437E2"/>
    <w:rsid w:val="00D461AF"/>
    <w:rsid w:val="00D474CF"/>
    <w:rsid w:val="00D52D3C"/>
    <w:rsid w:val="00D55750"/>
    <w:rsid w:val="00D55842"/>
    <w:rsid w:val="00D56D9A"/>
    <w:rsid w:val="00D57EAE"/>
    <w:rsid w:val="00D62DE5"/>
    <w:rsid w:val="00D6322B"/>
    <w:rsid w:val="00D63949"/>
    <w:rsid w:val="00D63AC3"/>
    <w:rsid w:val="00D652E7"/>
    <w:rsid w:val="00D6680B"/>
    <w:rsid w:val="00D70ED9"/>
    <w:rsid w:val="00D72D42"/>
    <w:rsid w:val="00D73BAE"/>
    <w:rsid w:val="00D75BAF"/>
    <w:rsid w:val="00D77BCF"/>
    <w:rsid w:val="00D80C9B"/>
    <w:rsid w:val="00D822D3"/>
    <w:rsid w:val="00D84394"/>
    <w:rsid w:val="00D860BF"/>
    <w:rsid w:val="00D87800"/>
    <w:rsid w:val="00D92779"/>
    <w:rsid w:val="00D929C4"/>
    <w:rsid w:val="00D94078"/>
    <w:rsid w:val="00D942C0"/>
    <w:rsid w:val="00D94745"/>
    <w:rsid w:val="00D95E55"/>
    <w:rsid w:val="00DA0BDC"/>
    <w:rsid w:val="00DA13BC"/>
    <w:rsid w:val="00DA281D"/>
    <w:rsid w:val="00DA37F9"/>
    <w:rsid w:val="00DA41A6"/>
    <w:rsid w:val="00DA55B3"/>
    <w:rsid w:val="00DA578C"/>
    <w:rsid w:val="00DA75E6"/>
    <w:rsid w:val="00DA77C9"/>
    <w:rsid w:val="00DB139D"/>
    <w:rsid w:val="00DB14A8"/>
    <w:rsid w:val="00DB15E2"/>
    <w:rsid w:val="00DB1B0D"/>
    <w:rsid w:val="00DB1C00"/>
    <w:rsid w:val="00DB3664"/>
    <w:rsid w:val="00DB4603"/>
    <w:rsid w:val="00DB5A81"/>
    <w:rsid w:val="00DB6151"/>
    <w:rsid w:val="00DB61E3"/>
    <w:rsid w:val="00DC16FB"/>
    <w:rsid w:val="00DC326A"/>
    <w:rsid w:val="00DC368B"/>
    <w:rsid w:val="00DC3CA9"/>
    <w:rsid w:val="00DC4A65"/>
    <w:rsid w:val="00DC4F66"/>
    <w:rsid w:val="00DC6E36"/>
    <w:rsid w:val="00DC6E49"/>
    <w:rsid w:val="00DC7116"/>
    <w:rsid w:val="00DD20F1"/>
    <w:rsid w:val="00DD4DAB"/>
    <w:rsid w:val="00DD69DD"/>
    <w:rsid w:val="00DE4863"/>
    <w:rsid w:val="00DE567D"/>
    <w:rsid w:val="00DE61A7"/>
    <w:rsid w:val="00DE671B"/>
    <w:rsid w:val="00DE6B8D"/>
    <w:rsid w:val="00DE7ECB"/>
    <w:rsid w:val="00DF0747"/>
    <w:rsid w:val="00DF7234"/>
    <w:rsid w:val="00E002B9"/>
    <w:rsid w:val="00E00764"/>
    <w:rsid w:val="00E01102"/>
    <w:rsid w:val="00E01B65"/>
    <w:rsid w:val="00E04D0E"/>
    <w:rsid w:val="00E060C2"/>
    <w:rsid w:val="00E0679C"/>
    <w:rsid w:val="00E06C25"/>
    <w:rsid w:val="00E10515"/>
    <w:rsid w:val="00E10B44"/>
    <w:rsid w:val="00E11F02"/>
    <w:rsid w:val="00E134D2"/>
    <w:rsid w:val="00E13567"/>
    <w:rsid w:val="00E161DF"/>
    <w:rsid w:val="00E20D1D"/>
    <w:rsid w:val="00E218B1"/>
    <w:rsid w:val="00E24EE7"/>
    <w:rsid w:val="00E25754"/>
    <w:rsid w:val="00E27167"/>
    <w:rsid w:val="00E2726B"/>
    <w:rsid w:val="00E33247"/>
    <w:rsid w:val="00E353A0"/>
    <w:rsid w:val="00E36C6C"/>
    <w:rsid w:val="00E37801"/>
    <w:rsid w:val="00E37B4A"/>
    <w:rsid w:val="00E37D88"/>
    <w:rsid w:val="00E41245"/>
    <w:rsid w:val="00E41693"/>
    <w:rsid w:val="00E43AD6"/>
    <w:rsid w:val="00E46AE8"/>
    <w:rsid w:val="00E46EAA"/>
    <w:rsid w:val="00E5038C"/>
    <w:rsid w:val="00E50A62"/>
    <w:rsid w:val="00E50B69"/>
    <w:rsid w:val="00E51076"/>
    <w:rsid w:val="00E5298B"/>
    <w:rsid w:val="00E56EFB"/>
    <w:rsid w:val="00E60044"/>
    <w:rsid w:val="00E64542"/>
    <w:rsid w:val="00E6458F"/>
    <w:rsid w:val="00E67384"/>
    <w:rsid w:val="00E7190F"/>
    <w:rsid w:val="00E7242D"/>
    <w:rsid w:val="00E74C76"/>
    <w:rsid w:val="00E74F71"/>
    <w:rsid w:val="00E76D0C"/>
    <w:rsid w:val="00E77421"/>
    <w:rsid w:val="00E81414"/>
    <w:rsid w:val="00E815C9"/>
    <w:rsid w:val="00E83121"/>
    <w:rsid w:val="00E87E25"/>
    <w:rsid w:val="00E93A4D"/>
    <w:rsid w:val="00E93F44"/>
    <w:rsid w:val="00E94294"/>
    <w:rsid w:val="00E97724"/>
    <w:rsid w:val="00E97811"/>
    <w:rsid w:val="00EA04F1"/>
    <w:rsid w:val="00EA12B5"/>
    <w:rsid w:val="00EA1796"/>
    <w:rsid w:val="00EA2FD3"/>
    <w:rsid w:val="00EA3134"/>
    <w:rsid w:val="00EA5D88"/>
    <w:rsid w:val="00EA5FF0"/>
    <w:rsid w:val="00EA6052"/>
    <w:rsid w:val="00EB397F"/>
    <w:rsid w:val="00EB4359"/>
    <w:rsid w:val="00EB78F5"/>
    <w:rsid w:val="00EB7CE9"/>
    <w:rsid w:val="00EC09DA"/>
    <w:rsid w:val="00EC433F"/>
    <w:rsid w:val="00EC68A2"/>
    <w:rsid w:val="00EC73AD"/>
    <w:rsid w:val="00ED1FDE"/>
    <w:rsid w:val="00ED2C91"/>
    <w:rsid w:val="00ED4993"/>
    <w:rsid w:val="00ED67EF"/>
    <w:rsid w:val="00EE0639"/>
    <w:rsid w:val="00EE4B20"/>
    <w:rsid w:val="00EE6234"/>
    <w:rsid w:val="00EE76D1"/>
    <w:rsid w:val="00EE7CAC"/>
    <w:rsid w:val="00EF0AF1"/>
    <w:rsid w:val="00EF1661"/>
    <w:rsid w:val="00EF5C06"/>
    <w:rsid w:val="00F0071A"/>
    <w:rsid w:val="00F008CC"/>
    <w:rsid w:val="00F0229A"/>
    <w:rsid w:val="00F05BF5"/>
    <w:rsid w:val="00F06EFB"/>
    <w:rsid w:val="00F07A1E"/>
    <w:rsid w:val="00F1128A"/>
    <w:rsid w:val="00F13631"/>
    <w:rsid w:val="00F1529E"/>
    <w:rsid w:val="00F16140"/>
    <w:rsid w:val="00F16F07"/>
    <w:rsid w:val="00F2378A"/>
    <w:rsid w:val="00F2417F"/>
    <w:rsid w:val="00F24829"/>
    <w:rsid w:val="00F26EA1"/>
    <w:rsid w:val="00F26FF3"/>
    <w:rsid w:val="00F31B32"/>
    <w:rsid w:val="00F32B74"/>
    <w:rsid w:val="00F32C91"/>
    <w:rsid w:val="00F33C05"/>
    <w:rsid w:val="00F34AF4"/>
    <w:rsid w:val="00F36012"/>
    <w:rsid w:val="00F40BFC"/>
    <w:rsid w:val="00F4106A"/>
    <w:rsid w:val="00F42866"/>
    <w:rsid w:val="00F45975"/>
    <w:rsid w:val="00F45B7C"/>
    <w:rsid w:val="00F45FCE"/>
    <w:rsid w:val="00F50364"/>
    <w:rsid w:val="00F5240F"/>
    <w:rsid w:val="00F579F0"/>
    <w:rsid w:val="00F6097D"/>
    <w:rsid w:val="00F627CE"/>
    <w:rsid w:val="00F637C3"/>
    <w:rsid w:val="00F679E0"/>
    <w:rsid w:val="00F73A08"/>
    <w:rsid w:val="00F75D42"/>
    <w:rsid w:val="00F76BE4"/>
    <w:rsid w:val="00F818E1"/>
    <w:rsid w:val="00F82D6B"/>
    <w:rsid w:val="00F82DC1"/>
    <w:rsid w:val="00F852D6"/>
    <w:rsid w:val="00F8754B"/>
    <w:rsid w:val="00F92F3A"/>
    <w:rsid w:val="00F9334F"/>
    <w:rsid w:val="00F9696A"/>
    <w:rsid w:val="00F97D7F"/>
    <w:rsid w:val="00FA122C"/>
    <w:rsid w:val="00FA31C7"/>
    <w:rsid w:val="00FA3536"/>
    <w:rsid w:val="00FA3B95"/>
    <w:rsid w:val="00FA3CAE"/>
    <w:rsid w:val="00FA62A1"/>
    <w:rsid w:val="00FA755B"/>
    <w:rsid w:val="00FA7B44"/>
    <w:rsid w:val="00FB36B3"/>
    <w:rsid w:val="00FC1278"/>
    <w:rsid w:val="00FC12DF"/>
    <w:rsid w:val="00FC438C"/>
    <w:rsid w:val="00FC63BE"/>
    <w:rsid w:val="00FC6677"/>
    <w:rsid w:val="00FC705D"/>
    <w:rsid w:val="00FC7222"/>
    <w:rsid w:val="00FD125E"/>
    <w:rsid w:val="00FD1B65"/>
    <w:rsid w:val="00FD3E8F"/>
    <w:rsid w:val="00FD576C"/>
    <w:rsid w:val="00FE6ADF"/>
    <w:rsid w:val="00FE7735"/>
    <w:rsid w:val="00FE789D"/>
    <w:rsid w:val="00FF02EB"/>
    <w:rsid w:val="00FF09C4"/>
    <w:rsid w:val="00FF180A"/>
    <w:rsid w:val="00FF1CD5"/>
    <w:rsid w:val="00FF1E3F"/>
    <w:rsid w:val="00FF2B66"/>
    <w:rsid w:val="00FF320D"/>
    <w:rsid w:val="00FF5109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73A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73A0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73A0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73A08"/>
  </w:style>
  <w:style w:type="table" w:styleId="a9">
    <w:name w:val="Table Grid"/>
    <w:basedOn w:val="a1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d">
    <w:name w:val="Основной текст_"/>
    <w:link w:val="20"/>
    <w:locked/>
    <w:rsid w:val="005601C4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d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e">
    <w:name w:val="No Spacing"/>
    <w:uiPriority w:val="1"/>
    <w:qFormat/>
    <w:rsid w:val="00202955"/>
    <w:rPr>
      <w:rFonts w:ascii="TimesET" w:hAnsi="TimesET"/>
    </w:rPr>
  </w:style>
  <w:style w:type="character" w:customStyle="1" w:styleId="fontstyle01">
    <w:name w:val="fontstyle01"/>
    <w:basedOn w:val="a0"/>
    <w:rsid w:val="002938B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506AA-FF8B-47DF-85B7-033F9CC4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54</TotalTime>
  <Pages>13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Лёксина М.А.</cp:lastModifiedBy>
  <cp:revision>11</cp:revision>
  <cp:lastPrinted>2021-04-20T07:42:00Z</cp:lastPrinted>
  <dcterms:created xsi:type="dcterms:W3CDTF">2021-04-16T14:25:00Z</dcterms:created>
  <dcterms:modified xsi:type="dcterms:W3CDTF">2021-04-28T07:19:00Z</dcterms:modified>
</cp:coreProperties>
</file>